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CCD" w:rsidRDefault="00FE459F" w:rsidP="00D66ED5">
      <w:pPr>
        <w:jc w:val="center"/>
        <w:rPr>
          <w:b/>
          <w:sz w:val="32"/>
        </w:rPr>
      </w:pPr>
      <w:bookmarkStart w:id="0" w:name="_GoBack"/>
      <w:bookmarkEnd w:id="0"/>
      <w:r w:rsidRPr="00DE4D94">
        <w:rPr>
          <w:b/>
          <w:sz w:val="32"/>
        </w:rPr>
        <w:t xml:space="preserve">Calculating </w:t>
      </w:r>
      <w:r w:rsidR="00CF174E">
        <w:rPr>
          <w:b/>
          <w:sz w:val="32"/>
        </w:rPr>
        <w:t xml:space="preserve">Roster Verification </w:t>
      </w:r>
      <w:r w:rsidRPr="00DE4D94">
        <w:rPr>
          <w:b/>
          <w:sz w:val="32"/>
        </w:rPr>
        <w:t>“Your % Instruction”</w:t>
      </w:r>
      <w:r w:rsidR="00D62EF5">
        <w:rPr>
          <w:b/>
          <w:sz w:val="32"/>
        </w:rPr>
        <w:t xml:space="preserve"> </w:t>
      </w:r>
    </w:p>
    <w:p w:rsidR="00C25849" w:rsidRPr="00DE4D94" w:rsidRDefault="00D62EF5" w:rsidP="00D66ED5">
      <w:pPr>
        <w:jc w:val="center"/>
        <w:rPr>
          <w:b/>
          <w:sz w:val="32"/>
        </w:rPr>
      </w:pPr>
      <w:r>
        <w:rPr>
          <w:b/>
          <w:sz w:val="32"/>
        </w:rPr>
        <w:t>When Multiple Teachers are Claimin</w:t>
      </w:r>
      <w:r w:rsidR="00594CCD">
        <w:rPr>
          <w:b/>
          <w:sz w:val="32"/>
        </w:rPr>
        <w:t>g Instructional Responsibility f</w:t>
      </w:r>
      <w:r>
        <w:rPr>
          <w:b/>
          <w:sz w:val="32"/>
        </w:rPr>
        <w:t>or a Student</w:t>
      </w:r>
    </w:p>
    <w:p w:rsidR="00D62EF5" w:rsidRDefault="00D62EF5" w:rsidP="00DE4D94">
      <w:pPr>
        <w:jc w:val="center"/>
        <w:rPr>
          <w:b/>
          <w:sz w:val="32"/>
        </w:rPr>
      </w:pPr>
    </w:p>
    <w:p w:rsidR="00D94FFB" w:rsidRDefault="00DE4D94" w:rsidP="001764EB">
      <w:pPr>
        <w:jc w:val="center"/>
        <w:rPr>
          <w:b/>
          <w:sz w:val="32"/>
        </w:rPr>
      </w:pPr>
      <w:r w:rsidRPr="00DE4D94">
        <w:rPr>
          <w:b/>
          <w:sz w:val="32"/>
        </w:rPr>
        <w:t>Sample Scenarios</w:t>
      </w:r>
    </w:p>
    <w:p w:rsidR="00243095" w:rsidRDefault="00D94FFB" w:rsidP="001764EB">
      <w:pPr>
        <w:jc w:val="center"/>
        <w:rPr>
          <w:b/>
          <w:sz w:val="32"/>
        </w:rPr>
      </w:pPr>
      <w:r>
        <w:rPr>
          <w:b/>
          <w:sz w:val="32"/>
        </w:rPr>
        <w:t>April 2013</w:t>
      </w:r>
      <w:r w:rsidR="00CF174E">
        <w:rPr>
          <w:b/>
          <w:sz w:val="32"/>
        </w:rPr>
        <w:t xml:space="preserve"> </w:t>
      </w:r>
    </w:p>
    <w:p w:rsidR="00EE4060" w:rsidRDefault="00EE4060"/>
    <w:p w:rsidR="00314248" w:rsidRDefault="00077FCA">
      <w:r w:rsidRPr="00026417">
        <w:t xml:space="preserve">In determining the </w:t>
      </w:r>
      <w:r w:rsidR="00F464E6">
        <w:t>“</w:t>
      </w:r>
      <w:r w:rsidRPr="00026417">
        <w:t xml:space="preserve">Your </w:t>
      </w:r>
      <w:r w:rsidR="003E6689" w:rsidRPr="00026417">
        <w:t xml:space="preserve">% </w:t>
      </w:r>
      <w:r w:rsidRPr="00026417">
        <w:t>Instruction</w:t>
      </w:r>
      <w:r w:rsidR="003E6689">
        <w:t>” field</w:t>
      </w:r>
      <w:r w:rsidRPr="00026417">
        <w:t xml:space="preserve"> for each student in roster verification, a basic computation of </w:t>
      </w:r>
      <w:r w:rsidRPr="00026417">
        <w:rPr>
          <w:b/>
        </w:rPr>
        <w:t>minutes responsible for instruction</w:t>
      </w:r>
      <w:r w:rsidRPr="00026417">
        <w:t>/</w:t>
      </w:r>
      <w:r w:rsidRPr="00026417">
        <w:rPr>
          <w:b/>
        </w:rPr>
        <w:t>minutes of total instruction possible</w:t>
      </w:r>
      <w:r w:rsidRPr="00026417">
        <w:t xml:space="preserve"> is used to determine the value in the field.  </w:t>
      </w:r>
    </w:p>
    <w:p w:rsidR="00314248" w:rsidRDefault="00314248"/>
    <w:p w:rsidR="00314248" w:rsidRDefault="00314248">
      <w:r>
        <w:rPr>
          <w:b/>
        </w:rPr>
        <w:t>M</w:t>
      </w:r>
      <w:r w:rsidRPr="00026417">
        <w:rPr>
          <w:b/>
        </w:rPr>
        <w:t>inutes of total instruction possible</w:t>
      </w:r>
      <w:r>
        <w:t xml:space="preserve">: add up all minutes that the student is provided instruction </w:t>
      </w:r>
      <w:r w:rsidR="00F464E6">
        <w:t xml:space="preserve">in the subject </w:t>
      </w:r>
      <w:r>
        <w:t xml:space="preserve">by all of his/her teachers (in co-teaching situations, the minutes are only counted once).  </w:t>
      </w:r>
    </w:p>
    <w:p w:rsidR="00314248" w:rsidRDefault="00314248"/>
    <w:p w:rsidR="00314248" w:rsidRDefault="00314248">
      <w:r>
        <w:rPr>
          <w:b/>
        </w:rPr>
        <w:t>M</w:t>
      </w:r>
      <w:r w:rsidRPr="00026417">
        <w:rPr>
          <w:b/>
        </w:rPr>
        <w:t>inutes responsible for instruction</w:t>
      </w:r>
      <w:r>
        <w:t xml:space="preserve">: add up the minutes that an individual teacher </w:t>
      </w:r>
      <w:r w:rsidR="00F464E6">
        <w:t>is responsible for</w:t>
      </w:r>
      <w:r>
        <w:t xml:space="preserve"> instruction.</w:t>
      </w:r>
    </w:p>
    <w:p w:rsidR="00314248" w:rsidRDefault="00314248">
      <w:r>
        <w:t xml:space="preserve"> </w:t>
      </w:r>
    </w:p>
    <w:p w:rsidR="00AB5204" w:rsidRPr="00314248" w:rsidRDefault="00077FCA">
      <w:r w:rsidRPr="00026417">
        <w:t xml:space="preserve">Below </w:t>
      </w:r>
      <w:r w:rsidR="00314248">
        <w:t>are scenarios</w:t>
      </w:r>
      <w:r w:rsidRPr="00026417">
        <w:t xml:space="preserve"> </w:t>
      </w:r>
      <w:r w:rsidR="00314248">
        <w:t xml:space="preserve">to </w:t>
      </w:r>
      <w:r w:rsidRPr="00026417">
        <w:t>provide guidance</w:t>
      </w:r>
      <w:r w:rsidR="00314248">
        <w:t xml:space="preserve"> in applying this formula </w:t>
      </w:r>
      <w:r w:rsidR="00A260FC">
        <w:t>when more than one teacher is claiming instructional responsibility</w:t>
      </w:r>
      <w:r w:rsidR="00314248">
        <w:t>:</w:t>
      </w:r>
    </w:p>
    <w:p w:rsidR="00AB5204" w:rsidRPr="00AB5204" w:rsidRDefault="00AB5204" w:rsidP="00D62EF5">
      <w:pPr>
        <w:pStyle w:val="ListParagraph"/>
        <w:numPr>
          <w:ilvl w:val="1"/>
          <w:numId w:val="22"/>
        </w:numPr>
        <w:rPr>
          <w:b/>
          <w:u w:val="single"/>
        </w:rPr>
      </w:pPr>
      <w:r w:rsidRPr="00AB5204">
        <w:rPr>
          <w:b/>
          <w:u w:val="single"/>
        </w:rPr>
        <w:t xml:space="preserve">Team teaching </w:t>
      </w:r>
    </w:p>
    <w:p w:rsidR="00026417" w:rsidRDefault="0002148B" w:rsidP="00026417">
      <w:pPr>
        <w:pStyle w:val="ListParagraph"/>
        <w:numPr>
          <w:ilvl w:val="1"/>
          <w:numId w:val="22"/>
        </w:numPr>
        <w:rPr>
          <w:b/>
          <w:u w:val="single"/>
        </w:rPr>
      </w:pPr>
      <w:r>
        <w:rPr>
          <w:b/>
          <w:u w:val="single"/>
        </w:rPr>
        <w:t>C</w:t>
      </w:r>
      <w:r w:rsidR="00AB5204" w:rsidRPr="00026417">
        <w:rPr>
          <w:b/>
          <w:u w:val="single"/>
        </w:rPr>
        <w:t xml:space="preserve">o-teaching model </w:t>
      </w:r>
      <w:r>
        <w:rPr>
          <w:b/>
          <w:u w:val="single"/>
        </w:rPr>
        <w:t>(with and without additional instruction outside of the regular classroom)</w:t>
      </w:r>
    </w:p>
    <w:p w:rsidR="00694CA6" w:rsidRPr="0002148B" w:rsidRDefault="0002148B" w:rsidP="0002148B">
      <w:pPr>
        <w:pStyle w:val="ListParagraph"/>
        <w:numPr>
          <w:ilvl w:val="1"/>
          <w:numId w:val="22"/>
        </w:numPr>
        <w:rPr>
          <w:b/>
          <w:sz w:val="28"/>
          <w:u w:val="single"/>
        </w:rPr>
      </w:pPr>
      <w:r>
        <w:rPr>
          <w:b/>
          <w:u w:val="single"/>
        </w:rPr>
        <w:t>I</w:t>
      </w:r>
      <w:r w:rsidRPr="0002148B">
        <w:rPr>
          <w:b/>
          <w:u w:val="single"/>
        </w:rPr>
        <w:t xml:space="preserve">nstruction </w:t>
      </w:r>
      <w:r>
        <w:rPr>
          <w:b/>
          <w:u w:val="single"/>
        </w:rPr>
        <w:t xml:space="preserve">in addition to </w:t>
      </w:r>
      <w:r w:rsidRPr="0002148B">
        <w:rPr>
          <w:b/>
          <w:u w:val="single"/>
        </w:rPr>
        <w:t>regular classroom</w:t>
      </w:r>
      <w:r>
        <w:rPr>
          <w:b/>
          <w:u w:val="single"/>
        </w:rPr>
        <w:t xml:space="preserve"> (pull out)</w:t>
      </w:r>
    </w:p>
    <w:p w:rsidR="0002148B" w:rsidRPr="0002148B" w:rsidRDefault="0002148B" w:rsidP="0002148B">
      <w:pPr>
        <w:pStyle w:val="ListParagraph"/>
        <w:ind w:left="1440"/>
        <w:rPr>
          <w:b/>
          <w:sz w:val="28"/>
          <w:u w:val="single"/>
        </w:rPr>
      </w:pPr>
    </w:p>
    <w:p w:rsidR="00DE4D94" w:rsidRPr="001764EB" w:rsidRDefault="00694CA6" w:rsidP="001764EB">
      <w:pPr>
        <w:pStyle w:val="ListParagraph"/>
        <w:numPr>
          <w:ilvl w:val="0"/>
          <w:numId w:val="24"/>
        </w:numPr>
        <w:rPr>
          <w:b/>
          <w:sz w:val="28"/>
          <w:u w:val="single"/>
        </w:rPr>
      </w:pPr>
      <w:r w:rsidRPr="001764EB">
        <w:rPr>
          <w:b/>
          <w:sz w:val="28"/>
          <w:u w:val="single"/>
        </w:rPr>
        <w:t>T</w:t>
      </w:r>
      <w:r w:rsidR="00DE4D94" w:rsidRPr="001764EB">
        <w:rPr>
          <w:b/>
          <w:sz w:val="28"/>
          <w:u w:val="single"/>
        </w:rPr>
        <w:t>eam teach</w:t>
      </w:r>
      <w:r w:rsidRPr="001764EB">
        <w:rPr>
          <w:b/>
          <w:sz w:val="28"/>
          <w:u w:val="single"/>
        </w:rPr>
        <w:t>ing</w:t>
      </w:r>
      <w:r w:rsidR="00DE4D94" w:rsidRPr="001764EB">
        <w:rPr>
          <w:b/>
          <w:sz w:val="28"/>
          <w:u w:val="single"/>
        </w:rPr>
        <w:t xml:space="preserve"> </w:t>
      </w:r>
    </w:p>
    <w:p w:rsidR="00DE4D94" w:rsidRDefault="00DE4D94">
      <w:pPr>
        <w:rPr>
          <w:sz w:val="28"/>
          <w:u w:val="single"/>
        </w:rPr>
      </w:pPr>
    </w:p>
    <w:p w:rsidR="003E6689" w:rsidRDefault="00561379">
      <w:r w:rsidRPr="0001661D">
        <w:rPr>
          <w:i/>
          <w:color w:val="548DD4" w:themeColor="text2" w:themeTint="99"/>
          <w:sz w:val="28"/>
        </w:rPr>
        <w:t>Scenario 1</w:t>
      </w:r>
      <w:r w:rsidR="00417BCB">
        <w:rPr>
          <w:i/>
          <w:color w:val="548DD4" w:themeColor="text2" w:themeTint="99"/>
          <w:sz w:val="28"/>
        </w:rPr>
        <w:t>(Classroom teachers departmentalizing for instruction)</w:t>
      </w:r>
      <w:r w:rsidRPr="0001661D">
        <w:rPr>
          <w:i/>
          <w:color w:val="548DD4" w:themeColor="text2" w:themeTint="99"/>
          <w:sz w:val="28"/>
        </w:rPr>
        <w:t>:</w:t>
      </w:r>
      <w:r w:rsidRPr="0001661D">
        <w:rPr>
          <w:color w:val="548DD4" w:themeColor="text2" w:themeTint="99"/>
          <w:sz w:val="28"/>
        </w:rPr>
        <w:t xml:space="preserve">  </w:t>
      </w:r>
      <w:r w:rsidR="00FE459F">
        <w:t xml:space="preserve">Two elementary school teachers team teach.  One teacher teaches all students on the team </w:t>
      </w:r>
      <w:r w:rsidR="00E10EA9">
        <w:t>reading/language arts</w:t>
      </w:r>
      <w:r w:rsidR="00FE459F">
        <w:t>; the othe</w:t>
      </w:r>
      <w:r w:rsidR="00E10EA9">
        <w:t>r teacher teaches all students m</w:t>
      </w:r>
      <w:r w:rsidR="00FE459F">
        <w:t xml:space="preserve">ath.  </w:t>
      </w:r>
    </w:p>
    <w:p w:rsidR="00694CA6" w:rsidRPr="003E6689" w:rsidRDefault="00FE459F" w:rsidP="003E6689">
      <w:pPr>
        <w:ind w:left="720"/>
      </w:pPr>
      <w:r w:rsidRPr="003E6689">
        <w:rPr>
          <w:b/>
          <w:i/>
        </w:rPr>
        <w:t>The roster verification lists are by homeroom so each teacher’s roster only shows their homeroom student</w:t>
      </w:r>
      <w:r w:rsidR="00E10EA9" w:rsidRPr="003E6689">
        <w:rPr>
          <w:b/>
          <w:i/>
        </w:rPr>
        <w:t xml:space="preserve">s.  Both teachers would add to their list </w:t>
      </w:r>
      <w:r w:rsidR="00F8413B" w:rsidRPr="003E6689">
        <w:rPr>
          <w:b/>
          <w:i/>
        </w:rPr>
        <w:t>the</w:t>
      </w:r>
      <w:r w:rsidR="00E10EA9" w:rsidRPr="003E6689">
        <w:rPr>
          <w:b/>
          <w:i/>
        </w:rPr>
        <w:t xml:space="preserve"> students </w:t>
      </w:r>
      <w:r w:rsidR="00F8413B" w:rsidRPr="003E6689">
        <w:rPr>
          <w:b/>
          <w:i/>
        </w:rPr>
        <w:t>from the other teacher’s homeroom</w:t>
      </w:r>
      <w:r w:rsidR="003E6689" w:rsidRPr="003E6689">
        <w:rPr>
          <w:b/>
          <w:i/>
        </w:rPr>
        <w:t>.</w:t>
      </w:r>
      <w:r w:rsidR="003E6689">
        <w:t xml:space="preserve"> </w:t>
      </w:r>
      <w:r w:rsidR="00694CA6" w:rsidRPr="00D62EF5">
        <w:rPr>
          <w:b/>
          <w:i/>
        </w:rPr>
        <w:t>The teacher teaching reading would</w:t>
      </w:r>
      <w:r w:rsidR="00F8413B" w:rsidRPr="00D62EF5">
        <w:rPr>
          <w:b/>
          <w:i/>
        </w:rPr>
        <w:t xml:space="preserve"> </w:t>
      </w:r>
      <w:r w:rsidR="00E10EA9" w:rsidRPr="00D62EF5">
        <w:rPr>
          <w:b/>
          <w:i/>
        </w:rPr>
        <w:t xml:space="preserve">claim 100% in the “Your % Instruction” column </w:t>
      </w:r>
      <w:r w:rsidR="00F8413B" w:rsidRPr="00D62EF5">
        <w:rPr>
          <w:b/>
          <w:i/>
        </w:rPr>
        <w:t xml:space="preserve">and </w:t>
      </w:r>
      <w:r w:rsidR="00694CA6" w:rsidRPr="00D62EF5">
        <w:rPr>
          <w:b/>
          <w:i/>
        </w:rPr>
        <w:t xml:space="preserve">the teacher teaching math </w:t>
      </w:r>
      <w:r w:rsidR="00F8413B" w:rsidRPr="00D62EF5">
        <w:rPr>
          <w:b/>
          <w:i/>
        </w:rPr>
        <w:t xml:space="preserve">would </w:t>
      </w:r>
      <w:r w:rsidR="00694CA6" w:rsidRPr="00D62EF5">
        <w:rPr>
          <w:b/>
          <w:i/>
        </w:rPr>
        <w:t xml:space="preserve">claim 100% in the “Your % Instruction” column.   The teachers would </w:t>
      </w:r>
      <w:r w:rsidR="00F8413B" w:rsidRPr="00D62EF5">
        <w:rPr>
          <w:b/>
          <w:i/>
        </w:rPr>
        <w:t xml:space="preserve">not complete a roster for the </w:t>
      </w:r>
      <w:r w:rsidR="00694CA6" w:rsidRPr="00D62EF5">
        <w:rPr>
          <w:b/>
          <w:i/>
        </w:rPr>
        <w:t>subject they do not teach</w:t>
      </w:r>
      <w:r w:rsidR="00F8413B" w:rsidRPr="00D62EF5">
        <w:rPr>
          <w:b/>
          <w:i/>
        </w:rPr>
        <w:t>.</w:t>
      </w:r>
    </w:p>
    <w:p w:rsidR="00E10EA9" w:rsidRDefault="00F8413B">
      <w:r>
        <w:t xml:space="preserve"> </w:t>
      </w:r>
    </w:p>
    <w:p w:rsidR="00F464E6" w:rsidRDefault="008C2797" w:rsidP="00F464E6">
      <w:r w:rsidRPr="0001661D">
        <w:rPr>
          <w:i/>
          <w:color w:val="548DD4" w:themeColor="text2" w:themeTint="99"/>
          <w:sz w:val="28"/>
        </w:rPr>
        <w:t>Scenario 2</w:t>
      </w:r>
      <w:r w:rsidR="00417BCB">
        <w:rPr>
          <w:i/>
          <w:color w:val="548DD4" w:themeColor="text2" w:themeTint="99"/>
          <w:sz w:val="28"/>
        </w:rPr>
        <w:t xml:space="preserve"> (Classroom teachers regrouping and teaching all students on a grade level</w:t>
      </w:r>
      <w:r w:rsidR="00D30DC2">
        <w:rPr>
          <w:i/>
          <w:color w:val="548DD4" w:themeColor="text2" w:themeTint="99"/>
          <w:sz w:val="28"/>
        </w:rPr>
        <w:t>)</w:t>
      </w:r>
      <w:r w:rsidRPr="0001661D">
        <w:rPr>
          <w:i/>
          <w:color w:val="548DD4" w:themeColor="text2" w:themeTint="99"/>
          <w:sz w:val="28"/>
        </w:rPr>
        <w:t>:</w:t>
      </w:r>
      <w:r w:rsidRPr="0001661D">
        <w:rPr>
          <w:color w:val="548DD4" w:themeColor="text2" w:themeTint="99"/>
        </w:rPr>
        <w:t xml:space="preserve"> </w:t>
      </w:r>
      <w:r w:rsidR="00561379" w:rsidRPr="0001661D">
        <w:rPr>
          <w:color w:val="548DD4" w:themeColor="text2" w:themeTint="99"/>
        </w:rPr>
        <w:t xml:space="preserve"> </w:t>
      </w:r>
      <w:r w:rsidR="00A176DB">
        <w:t>Three 6</w:t>
      </w:r>
      <w:r w:rsidR="00E10EA9" w:rsidRPr="00E10EA9">
        <w:rPr>
          <w:vertAlign w:val="superscript"/>
        </w:rPr>
        <w:t>th</w:t>
      </w:r>
      <w:r w:rsidR="00E10EA9">
        <w:t xml:space="preserve"> grade math teachers team teach.  They share students throughout the year grouping and regrouping for instruction based on pre-testing at the beginning of units. </w:t>
      </w:r>
    </w:p>
    <w:p w:rsidR="00EE4060" w:rsidRDefault="00F464E6" w:rsidP="00F464E6">
      <w:pPr>
        <w:ind w:left="720"/>
        <w:rPr>
          <w:b/>
          <w:i/>
        </w:rPr>
      </w:pPr>
      <w:r>
        <w:rPr>
          <w:b/>
          <w:i/>
        </w:rPr>
        <w:t xml:space="preserve"> </w:t>
      </w:r>
      <w:r w:rsidR="00E10EA9" w:rsidRPr="00D62EF5">
        <w:rPr>
          <w:b/>
          <w:i/>
        </w:rPr>
        <w:t xml:space="preserve">Each math teacher would </w:t>
      </w:r>
      <w:r w:rsidR="00694CA6" w:rsidRPr="00D62EF5">
        <w:rPr>
          <w:b/>
          <w:i/>
        </w:rPr>
        <w:t xml:space="preserve">list </w:t>
      </w:r>
      <w:r w:rsidR="00422785">
        <w:rPr>
          <w:b/>
          <w:i/>
        </w:rPr>
        <w:t>all of the 6</w:t>
      </w:r>
      <w:r w:rsidR="00E10EA9" w:rsidRPr="00D62EF5">
        <w:rPr>
          <w:b/>
          <w:i/>
          <w:vertAlign w:val="superscript"/>
        </w:rPr>
        <w:t>th</w:t>
      </w:r>
      <w:r w:rsidR="00E10EA9" w:rsidRPr="00D62EF5">
        <w:rPr>
          <w:b/>
          <w:i/>
        </w:rPr>
        <w:t xml:space="preserve"> grade students on </w:t>
      </w:r>
      <w:r w:rsidR="00561379" w:rsidRPr="00D62EF5">
        <w:rPr>
          <w:b/>
          <w:i/>
        </w:rPr>
        <w:t>his/her roster</w:t>
      </w:r>
      <w:r w:rsidR="00E10EA9" w:rsidRPr="00D62EF5">
        <w:rPr>
          <w:b/>
          <w:i/>
        </w:rPr>
        <w:t xml:space="preserve"> and </w:t>
      </w:r>
      <w:r>
        <w:rPr>
          <w:b/>
          <w:i/>
        </w:rPr>
        <w:t xml:space="preserve">  </w:t>
      </w:r>
      <w:r w:rsidR="00E10EA9" w:rsidRPr="00D62EF5">
        <w:rPr>
          <w:b/>
          <w:i/>
        </w:rPr>
        <w:t xml:space="preserve">claim 33% of the responsibility for </w:t>
      </w:r>
      <w:r w:rsidR="00561379" w:rsidRPr="00D62EF5">
        <w:rPr>
          <w:b/>
          <w:i/>
        </w:rPr>
        <w:t>each student’s</w:t>
      </w:r>
      <w:r w:rsidR="00E10EA9" w:rsidRPr="00D62EF5">
        <w:rPr>
          <w:b/>
          <w:i/>
        </w:rPr>
        <w:t xml:space="preserve"> math instruction.</w:t>
      </w:r>
    </w:p>
    <w:p w:rsidR="009525C5" w:rsidRPr="009525C5" w:rsidRDefault="009525C5">
      <w:pPr>
        <w:rPr>
          <w:b/>
          <w:color w:val="548DD4" w:themeColor="text2" w:themeTint="99"/>
        </w:rPr>
      </w:pPr>
    </w:p>
    <w:p w:rsidR="00EE4060" w:rsidRDefault="00EE4060"/>
    <w:p w:rsidR="00EE4060" w:rsidRPr="001764EB" w:rsidRDefault="00694CA6" w:rsidP="001764EB">
      <w:pPr>
        <w:pStyle w:val="ListParagraph"/>
        <w:numPr>
          <w:ilvl w:val="0"/>
          <w:numId w:val="24"/>
        </w:numPr>
        <w:rPr>
          <w:b/>
          <w:sz w:val="28"/>
        </w:rPr>
      </w:pPr>
      <w:r w:rsidRPr="001764EB">
        <w:rPr>
          <w:b/>
          <w:sz w:val="28"/>
          <w:u w:val="single"/>
        </w:rPr>
        <w:t xml:space="preserve">Co-teaching </w:t>
      </w:r>
    </w:p>
    <w:p w:rsidR="00EE4060" w:rsidRDefault="00EE4060"/>
    <w:p w:rsidR="00072372" w:rsidRDefault="008C2797">
      <w:r w:rsidRPr="0001661D">
        <w:rPr>
          <w:i/>
          <w:color w:val="548DD4" w:themeColor="text2" w:themeTint="99"/>
          <w:sz w:val="28"/>
        </w:rPr>
        <w:t>Scenario 1</w:t>
      </w:r>
      <w:r w:rsidR="00E813D5">
        <w:rPr>
          <w:i/>
          <w:color w:val="548DD4" w:themeColor="text2" w:themeTint="99"/>
          <w:sz w:val="28"/>
        </w:rPr>
        <w:t>(C</w:t>
      </w:r>
      <w:r w:rsidR="003E6689">
        <w:rPr>
          <w:i/>
          <w:color w:val="548DD4" w:themeColor="text2" w:themeTint="99"/>
          <w:sz w:val="28"/>
        </w:rPr>
        <w:t xml:space="preserve">o-teaching with </w:t>
      </w:r>
      <w:r w:rsidR="00D30DC2">
        <w:rPr>
          <w:i/>
          <w:color w:val="548DD4" w:themeColor="text2" w:themeTint="99"/>
          <w:sz w:val="28"/>
        </w:rPr>
        <w:t xml:space="preserve">a </w:t>
      </w:r>
      <w:r w:rsidR="00E813D5">
        <w:rPr>
          <w:i/>
          <w:color w:val="548DD4" w:themeColor="text2" w:themeTint="99"/>
          <w:sz w:val="28"/>
        </w:rPr>
        <w:t xml:space="preserve">Classroom and </w:t>
      </w:r>
      <w:r w:rsidR="003E6689">
        <w:rPr>
          <w:i/>
          <w:color w:val="548DD4" w:themeColor="text2" w:themeTint="99"/>
          <w:sz w:val="28"/>
        </w:rPr>
        <w:t>EC teacher)</w:t>
      </w:r>
      <w:r w:rsidRPr="0001661D">
        <w:rPr>
          <w:i/>
          <w:color w:val="548DD4" w:themeColor="text2" w:themeTint="99"/>
          <w:sz w:val="28"/>
        </w:rPr>
        <w:t>:</w:t>
      </w:r>
      <w:r w:rsidRPr="0001661D">
        <w:rPr>
          <w:color w:val="548DD4" w:themeColor="text2" w:themeTint="99"/>
        </w:rPr>
        <w:t xml:space="preserve"> </w:t>
      </w:r>
      <w:r w:rsidR="00561379" w:rsidRPr="0001661D">
        <w:rPr>
          <w:color w:val="548DD4" w:themeColor="text2" w:themeTint="99"/>
        </w:rPr>
        <w:t xml:space="preserve"> </w:t>
      </w:r>
      <w:r w:rsidR="007C23A4">
        <w:t>A</w:t>
      </w:r>
      <w:r w:rsidR="00EE4060">
        <w:t xml:space="preserve">n elementary teacher teaches </w:t>
      </w:r>
      <w:r w:rsidR="004755DE" w:rsidRPr="00951718">
        <w:t xml:space="preserve">a literacy block that is 150 minutes per day, 5 days a week. Therefore, </w:t>
      </w:r>
      <w:r w:rsidR="00951718" w:rsidRPr="00951718">
        <w:t>the</w:t>
      </w:r>
      <w:r w:rsidR="004755DE" w:rsidRPr="00951718">
        <w:t xml:space="preserve"> student receive</w:t>
      </w:r>
      <w:r w:rsidR="00951718" w:rsidRPr="00951718">
        <w:t>s</w:t>
      </w:r>
      <w:r w:rsidR="004755DE" w:rsidRPr="00951718">
        <w:t xml:space="preserve"> 750 </w:t>
      </w:r>
      <w:r w:rsidR="00951718">
        <w:t xml:space="preserve">minutes </w:t>
      </w:r>
      <w:r w:rsidR="004755DE" w:rsidRPr="00951718">
        <w:t xml:space="preserve">per week of </w:t>
      </w:r>
      <w:r w:rsidR="00EE4060" w:rsidRPr="00951718">
        <w:t>reading</w:t>
      </w:r>
      <w:r w:rsidR="00EE4060">
        <w:t xml:space="preserve"> </w:t>
      </w:r>
      <w:r w:rsidR="004755DE">
        <w:t>instruction.  An EC teacher</w:t>
      </w:r>
      <w:r w:rsidR="00EE4060">
        <w:t xml:space="preserve"> shares this re</w:t>
      </w:r>
      <w:r w:rsidR="005951A7">
        <w:t xml:space="preserve">sponsibility with </w:t>
      </w:r>
      <w:r w:rsidR="004755DE">
        <w:t>the classroom</w:t>
      </w:r>
      <w:r w:rsidR="005951A7">
        <w:t xml:space="preserve"> teacher in a co-teaching model</w:t>
      </w:r>
      <w:r w:rsidR="00951718">
        <w:t xml:space="preserve"> for 3 days of the week</w:t>
      </w:r>
      <w:r w:rsidR="00B2631E">
        <w:t xml:space="preserve"> for the entire period</w:t>
      </w:r>
      <w:r w:rsidR="005951A7">
        <w:t>.</w:t>
      </w:r>
      <w:r w:rsidR="007C23A4">
        <w:t xml:space="preserve">  </w:t>
      </w:r>
    </w:p>
    <w:p w:rsidR="00951718" w:rsidRDefault="00951718" w:rsidP="00951718">
      <w:pPr>
        <w:rPr>
          <w:b/>
          <w:i/>
          <w:color w:val="C0504D" w:themeColor="accent2"/>
          <w:sz w:val="28"/>
          <w:szCs w:val="28"/>
          <w:u w:val="single"/>
        </w:rPr>
      </w:pPr>
    </w:p>
    <w:p w:rsidR="007E7FD7" w:rsidRPr="007E7FD7" w:rsidRDefault="00083D1F" w:rsidP="00951718">
      <w:pPr>
        <w:rPr>
          <w:b/>
          <w:i/>
          <w:color w:val="C0504D" w:themeColor="accent2"/>
          <w:sz w:val="28"/>
          <w:szCs w:val="28"/>
          <w:u w:val="single"/>
        </w:rPr>
      </w:pPr>
      <w:r w:rsidRPr="00EE23E9">
        <w:rPr>
          <w:b/>
          <w:i/>
          <w:color w:val="C0504D" w:themeColor="accent2"/>
          <w:sz w:val="28"/>
          <w:szCs w:val="28"/>
          <w:u w:val="single"/>
        </w:rPr>
        <w:t>Calculation:</w:t>
      </w:r>
      <w:r w:rsidR="00EE23E9" w:rsidRPr="00EE23E9">
        <w:rPr>
          <w:b/>
          <w:i/>
          <w:color w:val="C0504D" w:themeColor="accent2"/>
          <w:sz w:val="28"/>
          <w:szCs w:val="28"/>
          <w:u w:val="single"/>
        </w:rPr>
        <w:t xml:space="preserve"> </w:t>
      </w:r>
    </w:p>
    <w:p w:rsidR="00EE4060" w:rsidRPr="004755DE" w:rsidRDefault="00EE4060" w:rsidP="00951718">
      <w:r w:rsidRPr="00951718">
        <w:rPr>
          <w:b/>
        </w:rPr>
        <w:t xml:space="preserve">Add up the total amount of minutes that reading instruction is provided to the </w:t>
      </w:r>
      <w:r w:rsidR="007E7FD7">
        <w:rPr>
          <w:b/>
        </w:rPr>
        <w:t>student(s) receiving exceptional education services</w:t>
      </w:r>
      <w:r w:rsidRPr="00951718">
        <w:rPr>
          <w:b/>
        </w:rPr>
        <w:t xml:space="preserve">.  </w:t>
      </w:r>
      <w:r w:rsidR="004755DE">
        <w:t xml:space="preserve">(You will want to use a week since </w:t>
      </w:r>
      <w:r w:rsidR="00951718">
        <w:t xml:space="preserve">all </w:t>
      </w:r>
      <w:r w:rsidR="004755DE">
        <w:t>days of the week are not the same).</w:t>
      </w:r>
    </w:p>
    <w:p w:rsidR="00951718" w:rsidRDefault="00F430E6" w:rsidP="003E6689">
      <w:pPr>
        <w:ind w:left="720"/>
        <w:rPr>
          <w:i/>
        </w:rPr>
      </w:pPr>
      <w:r w:rsidRPr="00F430E6">
        <w:rPr>
          <w:i/>
        </w:rPr>
        <w:t>The teacher teaches</w:t>
      </w:r>
      <w:r>
        <w:t xml:space="preserve"> </w:t>
      </w:r>
      <w:r w:rsidR="00077FCA" w:rsidRPr="00077FCA">
        <w:rPr>
          <w:i/>
        </w:rPr>
        <w:t xml:space="preserve">150 minutes of reading x 5 days </w:t>
      </w:r>
      <w:r w:rsidR="00D62EF5">
        <w:rPr>
          <w:i/>
        </w:rPr>
        <w:t xml:space="preserve">per week = </w:t>
      </w:r>
      <w:r w:rsidR="00D62EF5" w:rsidRPr="00422785">
        <w:rPr>
          <w:b/>
          <w:i/>
        </w:rPr>
        <w:t>750</w:t>
      </w:r>
      <w:r w:rsidR="00D62EF5">
        <w:rPr>
          <w:i/>
        </w:rPr>
        <w:t xml:space="preserve"> minutes per week of reading instruction.</w:t>
      </w:r>
    </w:p>
    <w:p w:rsidR="00077FCA" w:rsidRPr="00077FCA" w:rsidRDefault="00077FCA" w:rsidP="00951718">
      <w:pPr>
        <w:rPr>
          <w:i/>
        </w:rPr>
      </w:pPr>
    </w:p>
    <w:p w:rsidR="00951718" w:rsidRDefault="000D655D" w:rsidP="00951718">
      <w:pPr>
        <w:rPr>
          <w:b/>
        </w:rPr>
      </w:pPr>
      <w:r w:rsidRPr="00951718">
        <w:rPr>
          <w:b/>
        </w:rPr>
        <w:t xml:space="preserve">Determine how much time </w:t>
      </w:r>
      <w:r w:rsidR="00EE4060" w:rsidRPr="00951718">
        <w:rPr>
          <w:b/>
        </w:rPr>
        <w:t xml:space="preserve">the </w:t>
      </w:r>
      <w:r w:rsidRPr="00951718">
        <w:rPr>
          <w:b/>
        </w:rPr>
        <w:t xml:space="preserve">Classroom teacher and the EC teacher </w:t>
      </w:r>
      <w:r w:rsidR="00951718">
        <w:rPr>
          <w:b/>
        </w:rPr>
        <w:t>share</w:t>
      </w:r>
      <w:r w:rsidRPr="00951718">
        <w:rPr>
          <w:b/>
        </w:rPr>
        <w:t xml:space="preserve"> </w:t>
      </w:r>
      <w:r w:rsidR="00EE4060" w:rsidRPr="00951718">
        <w:rPr>
          <w:b/>
        </w:rPr>
        <w:t>instruction</w:t>
      </w:r>
      <w:r w:rsidR="00951718">
        <w:rPr>
          <w:b/>
        </w:rPr>
        <w:t>al responsibility</w:t>
      </w:r>
      <w:r w:rsidR="003F1C48" w:rsidRPr="00951718">
        <w:rPr>
          <w:b/>
        </w:rPr>
        <w:t xml:space="preserve"> </w:t>
      </w:r>
      <w:r w:rsidR="007E7FD7">
        <w:rPr>
          <w:b/>
        </w:rPr>
        <w:t xml:space="preserve">for the exceptional education students </w:t>
      </w:r>
      <w:r w:rsidR="003F1C48" w:rsidRPr="00951718">
        <w:rPr>
          <w:b/>
        </w:rPr>
        <w:t>in a co-teaching situation</w:t>
      </w:r>
      <w:r w:rsidR="00951718" w:rsidRPr="00951718">
        <w:rPr>
          <w:b/>
        </w:rPr>
        <w:t xml:space="preserve">. </w:t>
      </w:r>
    </w:p>
    <w:p w:rsidR="00951718" w:rsidRPr="00951718" w:rsidRDefault="00951718" w:rsidP="00951718">
      <w:pPr>
        <w:ind w:left="720"/>
        <w:rPr>
          <w:b/>
          <w:i/>
        </w:rPr>
      </w:pPr>
      <w:r w:rsidRPr="00951718">
        <w:rPr>
          <w:i/>
        </w:rPr>
        <w:t xml:space="preserve">The EC teacher is in the classroom for the entire 150-minute literacy block 3 days a week. For those three days of instruction the two teachers would each claim responsibility for 50% of the instruction for that student.  (150 minutes x 3 days = 450 minutes; 450 x 50% </w:t>
      </w:r>
      <w:r w:rsidR="00EE23E9">
        <w:rPr>
          <w:i/>
        </w:rPr>
        <w:t>responsibility</w:t>
      </w:r>
      <w:r w:rsidRPr="00951718">
        <w:rPr>
          <w:i/>
        </w:rPr>
        <w:t xml:space="preserve">= </w:t>
      </w:r>
      <w:r w:rsidRPr="00EE23E9">
        <w:rPr>
          <w:b/>
          <w:i/>
          <w:u w:val="single"/>
        </w:rPr>
        <w:t>225</w:t>
      </w:r>
      <w:r w:rsidRPr="00951718">
        <w:rPr>
          <w:i/>
        </w:rPr>
        <w:t xml:space="preserve"> minutes for </w:t>
      </w:r>
      <w:r w:rsidRPr="007E7FD7">
        <w:rPr>
          <w:i/>
          <w:u w:val="single"/>
        </w:rPr>
        <w:t>each of the two teachers</w:t>
      </w:r>
      <w:r w:rsidRPr="00951718">
        <w:rPr>
          <w:i/>
        </w:rPr>
        <w:t xml:space="preserve">. </w:t>
      </w:r>
    </w:p>
    <w:p w:rsidR="00951718" w:rsidRDefault="00951718" w:rsidP="00951718"/>
    <w:p w:rsidR="004C0F27" w:rsidRPr="00951718" w:rsidRDefault="004C0F27" w:rsidP="00951718">
      <w:r w:rsidRPr="00951718">
        <w:rPr>
          <w:b/>
        </w:rPr>
        <w:t>Determine how much time</w:t>
      </w:r>
      <w:r w:rsidR="00520248">
        <w:rPr>
          <w:b/>
        </w:rPr>
        <w:t xml:space="preserve"> each </w:t>
      </w:r>
      <w:r w:rsidRPr="00951718">
        <w:rPr>
          <w:b/>
        </w:rPr>
        <w:t xml:space="preserve">teacher </w:t>
      </w:r>
      <w:r w:rsidR="00520248">
        <w:rPr>
          <w:b/>
        </w:rPr>
        <w:t xml:space="preserve">teaches the </w:t>
      </w:r>
      <w:r w:rsidR="007E7FD7">
        <w:rPr>
          <w:b/>
        </w:rPr>
        <w:t xml:space="preserve">exceptional education </w:t>
      </w:r>
      <w:r w:rsidR="00520248">
        <w:rPr>
          <w:b/>
        </w:rPr>
        <w:t>student outside of the co-teaching time</w:t>
      </w:r>
      <w:r w:rsidRPr="00951718">
        <w:rPr>
          <w:b/>
        </w:rPr>
        <w:t xml:space="preserve">.  </w:t>
      </w:r>
    </w:p>
    <w:p w:rsidR="00520248" w:rsidRPr="00694CA6" w:rsidRDefault="00520248" w:rsidP="00520248">
      <w:pPr>
        <w:ind w:left="720"/>
        <w:rPr>
          <w:i/>
        </w:rPr>
      </w:pPr>
      <w:r>
        <w:rPr>
          <w:i/>
        </w:rPr>
        <w:t xml:space="preserve">Two days of the week the classroom teacher and EC teacher are not co-teaching. (150 minutes x 2 days = </w:t>
      </w:r>
      <w:r w:rsidRPr="00EE23E9">
        <w:rPr>
          <w:b/>
          <w:i/>
          <w:u w:val="single"/>
        </w:rPr>
        <w:t>300</w:t>
      </w:r>
      <w:r>
        <w:rPr>
          <w:i/>
        </w:rPr>
        <w:t xml:space="preserve"> </w:t>
      </w:r>
      <w:r w:rsidR="00EE23E9">
        <w:rPr>
          <w:i/>
        </w:rPr>
        <w:t xml:space="preserve">minutes </w:t>
      </w:r>
      <w:r>
        <w:rPr>
          <w:i/>
        </w:rPr>
        <w:t xml:space="preserve">of instruction </w:t>
      </w:r>
      <w:r w:rsidR="00EE23E9">
        <w:rPr>
          <w:i/>
        </w:rPr>
        <w:t xml:space="preserve">provided by </w:t>
      </w:r>
      <w:r w:rsidR="00EE23E9" w:rsidRPr="00422785">
        <w:rPr>
          <w:i/>
          <w:u w:val="single"/>
        </w:rPr>
        <w:t>classroom teacher</w:t>
      </w:r>
      <w:r w:rsidR="00EE23E9">
        <w:rPr>
          <w:i/>
        </w:rPr>
        <w:t xml:space="preserve"> </w:t>
      </w:r>
      <w:r>
        <w:rPr>
          <w:i/>
        </w:rPr>
        <w:t>outside of the co-teaching</w:t>
      </w:r>
      <w:r w:rsidR="007E7FD7">
        <w:rPr>
          <w:i/>
        </w:rPr>
        <w:t xml:space="preserve"> to the exceptional education student(s)</w:t>
      </w:r>
      <w:r>
        <w:rPr>
          <w:i/>
        </w:rPr>
        <w:t>)</w:t>
      </w:r>
      <w:r w:rsidR="00572238">
        <w:rPr>
          <w:i/>
        </w:rPr>
        <w:t>.</w:t>
      </w:r>
    </w:p>
    <w:p w:rsidR="004C0F27" w:rsidRPr="00694CA6" w:rsidRDefault="00520248" w:rsidP="00694CA6">
      <w:pPr>
        <w:ind w:left="720"/>
        <w:rPr>
          <w:i/>
        </w:rPr>
      </w:pPr>
      <w:r>
        <w:rPr>
          <w:i/>
        </w:rPr>
        <w:t>The EC teacher does not provide instruction outs</w:t>
      </w:r>
      <w:r w:rsidR="007E7FD7">
        <w:rPr>
          <w:i/>
        </w:rPr>
        <w:t>ide of the 3 days of co-teaching to the exceptional education student(s)</w:t>
      </w:r>
      <w:r>
        <w:rPr>
          <w:i/>
        </w:rPr>
        <w:t xml:space="preserve">. </w:t>
      </w:r>
    </w:p>
    <w:p w:rsidR="004C0F27" w:rsidRDefault="004C0F27" w:rsidP="004C0F27">
      <w:pPr>
        <w:ind w:left="360"/>
      </w:pPr>
    </w:p>
    <w:p w:rsidR="003F1C48" w:rsidRPr="00C05D10" w:rsidRDefault="004C0F27" w:rsidP="00C05D10">
      <w:pPr>
        <w:rPr>
          <w:b/>
        </w:rPr>
      </w:pPr>
      <w:r w:rsidRPr="00C05D10">
        <w:rPr>
          <w:b/>
        </w:rPr>
        <w:t xml:space="preserve">Calculate: </w:t>
      </w:r>
    </w:p>
    <w:p w:rsidR="004C0F27" w:rsidRDefault="00520248" w:rsidP="00951718">
      <w:pPr>
        <w:pStyle w:val="ListParagraph"/>
        <w:numPr>
          <w:ilvl w:val="0"/>
          <w:numId w:val="2"/>
        </w:numPr>
      </w:pPr>
      <w:r w:rsidRPr="00EE23E9">
        <w:rPr>
          <w:b/>
          <w:color w:val="C0504D" w:themeColor="accent2"/>
          <w:u w:val="single"/>
        </w:rPr>
        <w:t>Classroom teacher</w:t>
      </w:r>
      <w:r w:rsidRPr="00EE23E9">
        <w:rPr>
          <w:color w:val="C0504D" w:themeColor="accent2"/>
        </w:rPr>
        <w:t xml:space="preserve"> </w:t>
      </w:r>
      <w:r>
        <w:t xml:space="preserve"> </w:t>
      </w:r>
    </w:p>
    <w:p w:rsidR="004C0F27" w:rsidRPr="007C23A4" w:rsidRDefault="007C23A4" w:rsidP="003F1C48">
      <w:pPr>
        <w:ind w:left="720"/>
        <w:rPr>
          <w:b/>
        </w:rPr>
      </w:pPr>
      <w:r>
        <w:t xml:space="preserve">  </w:t>
      </w:r>
      <w:r w:rsidR="004C0F27" w:rsidRPr="007C23A4">
        <w:rPr>
          <w:b/>
        </w:rPr>
        <w:t xml:space="preserve">225 minutes for the three days with co-teaching </w:t>
      </w:r>
    </w:p>
    <w:p w:rsidR="000D655D" w:rsidRPr="007C23A4" w:rsidRDefault="00561379" w:rsidP="00561379">
      <w:pPr>
        <w:rPr>
          <w:b/>
        </w:rPr>
      </w:pPr>
      <w:r w:rsidRPr="00561379">
        <w:rPr>
          <w:b/>
        </w:rPr>
        <w:t xml:space="preserve">             </w:t>
      </w:r>
      <w:r w:rsidR="004C0F27" w:rsidRPr="007C23A4">
        <w:rPr>
          <w:b/>
          <w:u w:val="single"/>
        </w:rPr>
        <w:t>+300</w:t>
      </w:r>
      <w:r w:rsidR="004C0F27" w:rsidRPr="007C23A4">
        <w:rPr>
          <w:b/>
        </w:rPr>
        <w:t xml:space="preserve"> minutes for the two days with no co-teaching</w:t>
      </w:r>
    </w:p>
    <w:p w:rsidR="007C23A4" w:rsidRPr="007C23A4" w:rsidRDefault="000D655D" w:rsidP="003F1C48">
      <w:pPr>
        <w:ind w:left="720"/>
        <w:rPr>
          <w:b/>
        </w:rPr>
      </w:pPr>
      <w:r w:rsidRPr="007C23A4">
        <w:rPr>
          <w:b/>
        </w:rPr>
        <w:t xml:space="preserve">  </w:t>
      </w:r>
      <w:r w:rsidR="004C0F27" w:rsidRPr="007C23A4">
        <w:rPr>
          <w:b/>
        </w:rPr>
        <w:t>525 minutes of the 750 minutes of reading instruction</w:t>
      </w:r>
    </w:p>
    <w:p w:rsidR="007C23A4" w:rsidRDefault="007C23A4" w:rsidP="003F1C48">
      <w:pPr>
        <w:ind w:left="720"/>
      </w:pPr>
    </w:p>
    <w:p w:rsidR="00422785" w:rsidRDefault="007C23A4" w:rsidP="00422785">
      <w:pPr>
        <w:pStyle w:val="ListParagraph"/>
        <w:numPr>
          <w:ilvl w:val="0"/>
          <w:numId w:val="21"/>
        </w:numPr>
      </w:pPr>
      <w:r>
        <w:t xml:space="preserve">Divide the number of minutes the </w:t>
      </w:r>
      <w:r w:rsidR="00A260FC">
        <w:t>teacher is responsible for instruction</w:t>
      </w:r>
      <w:r>
        <w:t xml:space="preserve"> by the total number of minutes of reading instruction </w:t>
      </w:r>
      <w:r w:rsidR="00A260FC">
        <w:t>possible</w:t>
      </w:r>
    </w:p>
    <w:p w:rsidR="00F464E6" w:rsidRDefault="007C23A4" w:rsidP="007C23A4">
      <w:pPr>
        <w:rPr>
          <w:b/>
        </w:rPr>
      </w:pPr>
      <w:r>
        <w:t xml:space="preserve">  </w:t>
      </w:r>
      <w:r w:rsidRPr="007C23A4">
        <w:rPr>
          <w:b/>
        </w:rPr>
        <w:tab/>
      </w:r>
    </w:p>
    <w:p w:rsidR="000D655D" w:rsidRDefault="007C23A4" w:rsidP="00F464E6">
      <w:pPr>
        <w:ind w:firstLine="720"/>
        <w:rPr>
          <w:b/>
        </w:rPr>
      </w:pPr>
      <w:r w:rsidRPr="007C23A4">
        <w:rPr>
          <w:b/>
        </w:rPr>
        <w:t xml:space="preserve">525/750 = </w:t>
      </w:r>
      <w:r w:rsidRPr="00C25849">
        <w:rPr>
          <w:b/>
          <w:u w:val="single"/>
        </w:rPr>
        <w:t>70%</w:t>
      </w:r>
      <w:r w:rsidRPr="007C23A4">
        <w:rPr>
          <w:b/>
        </w:rPr>
        <w:t xml:space="preserve"> </w:t>
      </w:r>
      <w:r w:rsidR="00C25849">
        <w:rPr>
          <w:b/>
        </w:rPr>
        <w:t>for the classroom teacher (30% for the EC teacher)</w:t>
      </w:r>
    </w:p>
    <w:p w:rsidR="007E7FD7" w:rsidRPr="007E7FD7" w:rsidRDefault="007E7FD7" w:rsidP="007E7FD7">
      <w:pPr>
        <w:ind w:left="720"/>
      </w:pPr>
      <w:r w:rsidRPr="007E7FD7">
        <w:t xml:space="preserve">The classroom teacher would enter </w:t>
      </w:r>
      <w:r>
        <w:t>70</w:t>
      </w:r>
      <w:r w:rsidRPr="007E7FD7">
        <w:t xml:space="preserve">% in the “Your % Instruction” </w:t>
      </w:r>
      <w:r w:rsidRPr="00951EE7">
        <w:rPr>
          <w:u w:val="single"/>
        </w:rPr>
        <w:t>for the student(s) receiving exceptional education services</w:t>
      </w:r>
      <w:r w:rsidRPr="007E7FD7">
        <w:t>.</w:t>
      </w:r>
    </w:p>
    <w:p w:rsidR="00520248" w:rsidRDefault="00520248" w:rsidP="007C23A4">
      <w:pPr>
        <w:rPr>
          <w:b/>
        </w:rPr>
      </w:pPr>
    </w:p>
    <w:p w:rsidR="00951EE7" w:rsidRDefault="00951EE7" w:rsidP="007C23A4">
      <w:pPr>
        <w:rPr>
          <w:b/>
        </w:rPr>
      </w:pPr>
    </w:p>
    <w:p w:rsidR="008C2797" w:rsidRPr="00F464E6" w:rsidRDefault="00520248" w:rsidP="00520248">
      <w:pPr>
        <w:pStyle w:val="ListParagraph"/>
        <w:numPr>
          <w:ilvl w:val="0"/>
          <w:numId w:val="20"/>
        </w:numPr>
        <w:rPr>
          <w:b/>
          <w:color w:val="C0504D" w:themeColor="accent2"/>
        </w:rPr>
      </w:pPr>
      <w:r w:rsidRPr="00520248">
        <w:rPr>
          <w:b/>
          <w:color w:val="C0504D" w:themeColor="accent2"/>
          <w:u w:val="single"/>
        </w:rPr>
        <w:t>EC teacher</w:t>
      </w:r>
    </w:p>
    <w:p w:rsidR="008C2797" w:rsidRPr="007C23A4" w:rsidRDefault="008C2797" w:rsidP="008C2797">
      <w:pPr>
        <w:ind w:left="720"/>
        <w:rPr>
          <w:b/>
        </w:rPr>
      </w:pPr>
      <w:r>
        <w:t xml:space="preserve">  </w:t>
      </w:r>
      <w:r w:rsidRPr="007C23A4">
        <w:rPr>
          <w:b/>
        </w:rPr>
        <w:t xml:space="preserve">225 minutes for the three days with co-teaching </w:t>
      </w:r>
    </w:p>
    <w:p w:rsidR="008C2797" w:rsidRPr="007C23A4" w:rsidRDefault="008C2797" w:rsidP="008C2797">
      <w:pPr>
        <w:ind w:left="720"/>
        <w:rPr>
          <w:b/>
        </w:rPr>
      </w:pPr>
      <w:r w:rsidRPr="007C23A4">
        <w:rPr>
          <w:b/>
          <w:u w:val="single"/>
        </w:rPr>
        <w:t>+</w:t>
      </w:r>
      <w:r>
        <w:rPr>
          <w:b/>
          <w:u w:val="single"/>
        </w:rPr>
        <w:t xml:space="preserve">    0</w:t>
      </w:r>
      <w:r w:rsidRPr="007C23A4">
        <w:rPr>
          <w:b/>
        </w:rPr>
        <w:t xml:space="preserve"> minutes </w:t>
      </w:r>
      <w:r>
        <w:rPr>
          <w:b/>
        </w:rPr>
        <w:t xml:space="preserve">beyond the co-teaching time </w:t>
      </w:r>
    </w:p>
    <w:p w:rsidR="008C2797" w:rsidRPr="007C23A4" w:rsidRDefault="008C2797" w:rsidP="008C2797">
      <w:pPr>
        <w:ind w:left="720"/>
        <w:rPr>
          <w:b/>
        </w:rPr>
      </w:pPr>
      <w:r w:rsidRPr="007C23A4">
        <w:rPr>
          <w:b/>
        </w:rPr>
        <w:t xml:space="preserve">  </w:t>
      </w:r>
      <w:r>
        <w:rPr>
          <w:b/>
        </w:rPr>
        <w:t>22</w:t>
      </w:r>
      <w:r w:rsidRPr="007C23A4">
        <w:rPr>
          <w:b/>
        </w:rPr>
        <w:t>5 minutes of the 750 minutes of reading instruction</w:t>
      </w:r>
    </w:p>
    <w:p w:rsidR="008C2797" w:rsidRDefault="008C2797" w:rsidP="008C2797">
      <w:pPr>
        <w:ind w:left="720"/>
      </w:pPr>
    </w:p>
    <w:p w:rsidR="008C2797" w:rsidRDefault="008C2797" w:rsidP="00F464E6">
      <w:pPr>
        <w:pStyle w:val="ListParagraph"/>
        <w:numPr>
          <w:ilvl w:val="0"/>
          <w:numId w:val="21"/>
        </w:numPr>
      </w:pPr>
      <w:r>
        <w:t xml:space="preserve">Divide the number of minutes the </w:t>
      </w:r>
      <w:r w:rsidR="00072372">
        <w:t>EC</w:t>
      </w:r>
      <w:r>
        <w:t xml:space="preserve"> teacher </w:t>
      </w:r>
      <w:r w:rsidR="00A260FC">
        <w:t>is responsible for instruction</w:t>
      </w:r>
      <w:r>
        <w:t xml:space="preserve"> by the total number of minutes of reading instruction </w:t>
      </w:r>
      <w:r w:rsidR="00A260FC">
        <w:t>possible</w:t>
      </w:r>
      <w:r w:rsidR="00422785">
        <w:br/>
      </w:r>
    </w:p>
    <w:p w:rsidR="008C2797" w:rsidRPr="007C23A4" w:rsidRDefault="008C2797" w:rsidP="008C2797">
      <w:pPr>
        <w:rPr>
          <w:b/>
        </w:rPr>
      </w:pPr>
      <w:r>
        <w:t xml:space="preserve">  </w:t>
      </w:r>
      <w:r>
        <w:rPr>
          <w:b/>
        </w:rPr>
        <w:tab/>
        <w:t>2</w:t>
      </w:r>
      <w:r w:rsidRPr="007C23A4">
        <w:rPr>
          <w:b/>
        </w:rPr>
        <w:t xml:space="preserve">25/750 = </w:t>
      </w:r>
      <w:r>
        <w:rPr>
          <w:b/>
          <w:u w:val="single"/>
        </w:rPr>
        <w:t>3</w:t>
      </w:r>
      <w:r w:rsidRPr="00C25849">
        <w:rPr>
          <w:b/>
          <w:u w:val="single"/>
        </w:rPr>
        <w:t>0%</w:t>
      </w:r>
      <w:r w:rsidRPr="007C23A4">
        <w:rPr>
          <w:b/>
        </w:rPr>
        <w:t xml:space="preserve"> </w:t>
      </w:r>
      <w:r>
        <w:rPr>
          <w:b/>
        </w:rPr>
        <w:t xml:space="preserve">for the </w:t>
      </w:r>
      <w:r w:rsidR="00072372">
        <w:rPr>
          <w:b/>
        </w:rPr>
        <w:t>EC</w:t>
      </w:r>
      <w:r>
        <w:rPr>
          <w:b/>
        </w:rPr>
        <w:t xml:space="preserve"> teacher (70% for the Classroom teacher)</w:t>
      </w:r>
    </w:p>
    <w:p w:rsidR="007E7FD7" w:rsidRPr="007E7FD7" w:rsidRDefault="007E7FD7" w:rsidP="007E7FD7">
      <w:pPr>
        <w:ind w:left="720"/>
      </w:pPr>
      <w:r w:rsidRPr="007E7FD7">
        <w:t xml:space="preserve">The </w:t>
      </w:r>
      <w:r>
        <w:t>EC</w:t>
      </w:r>
      <w:r w:rsidRPr="007E7FD7">
        <w:t xml:space="preserve"> teacher would enter </w:t>
      </w:r>
      <w:r>
        <w:t>30</w:t>
      </w:r>
      <w:r w:rsidRPr="007E7FD7">
        <w:t xml:space="preserve">% in the “Your % Instruction” for the student(s) </w:t>
      </w:r>
      <w:r w:rsidR="00951EE7">
        <w:t>on his/her caseload</w:t>
      </w:r>
      <w:r w:rsidRPr="007E7FD7">
        <w:t>.</w:t>
      </w:r>
    </w:p>
    <w:p w:rsidR="00C33833" w:rsidRDefault="00C33833" w:rsidP="00C25849"/>
    <w:p w:rsidR="00E813D5" w:rsidRDefault="008C2797" w:rsidP="00C25849">
      <w:pPr>
        <w:rPr>
          <w:color w:val="548DD4" w:themeColor="text2" w:themeTint="99"/>
        </w:rPr>
      </w:pPr>
      <w:r w:rsidRPr="0001661D">
        <w:rPr>
          <w:i/>
          <w:color w:val="548DD4" w:themeColor="text2" w:themeTint="99"/>
          <w:sz w:val="28"/>
        </w:rPr>
        <w:t>Scenario 2</w:t>
      </w:r>
      <w:r w:rsidR="00E813D5">
        <w:rPr>
          <w:i/>
          <w:color w:val="548DD4" w:themeColor="text2" w:themeTint="99"/>
          <w:sz w:val="28"/>
        </w:rPr>
        <w:t xml:space="preserve"> (C</w:t>
      </w:r>
      <w:r w:rsidR="003E6689">
        <w:rPr>
          <w:i/>
          <w:color w:val="548DD4" w:themeColor="text2" w:themeTint="99"/>
          <w:sz w:val="28"/>
        </w:rPr>
        <w:t xml:space="preserve">o-teaching with </w:t>
      </w:r>
      <w:r w:rsidR="00D30DC2">
        <w:rPr>
          <w:i/>
          <w:color w:val="548DD4" w:themeColor="text2" w:themeTint="99"/>
          <w:sz w:val="28"/>
        </w:rPr>
        <w:t xml:space="preserve">a </w:t>
      </w:r>
      <w:r w:rsidR="00E813D5">
        <w:rPr>
          <w:i/>
          <w:color w:val="548DD4" w:themeColor="text2" w:themeTint="99"/>
          <w:sz w:val="28"/>
        </w:rPr>
        <w:t xml:space="preserve">Classroom and </w:t>
      </w:r>
      <w:r w:rsidR="003E6689">
        <w:rPr>
          <w:i/>
          <w:color w:val="548DD4" w:themeColor="text2" w:themeTint="99"/>
          <w:sz w:val="28"/>
        </w:rPr>
        <w:t xml:space="preserve">EC teacher plus additional </w:t>
      </w:r>
      <w:r w:rsidR="00E813D5">
        <w:rPr>
          <w:i/>
          <w:color w:val="548DD4" w:themeColor="text2" w:themeTint="99"/>
          <w:sz w:val="28"/>
        </w:rPr>
        <w:t xml:space="preserve">pull out </w:t>
      </w:r>
      <w:r w:rsidR="003E6689">
        <w:rPr>
          <w:i/>
          <w:color w:val="548DD4" w:themeColor="text2" w:themeTint="99"/>
          <w:sz w:val="28"/>
        </w:rPr>
        <w:t>EC</w:t>
      </w:r>
      <w:r w:rsidR="00E813D5">
        <w:rPr>
          <w:i/>
          <w:color w:val="548DD4" w:themeColor="text2" w:themeTint="99"/>
          <w:sz w:val="28"/>
        </w:rPr>
        <w:t xml:space="preserve"> instruction)</w:t>
      </w:r>
      <w:r w:rsidRPr="0001661D">
        <w:rPr>
          <w:i/>
          <w:color w:val="548DD4" w:themeColor="text2" w:themeTint="99"/>
          <w:sz w:val="28"/>
        </w:rPr>
        <w:t>:</w:t>
      </w:r>
      <w:r w:rsidRPr="0001661D">
        <w:rPr>
          <w:color w:val="548DD4" w:themeColor="text2" w:themeTint="99"/>
        </w:rPr>
        <w:t xml:space="preserve">  </w:t>
      </w:r>
    </w:p>
    <w:p w:rsidR="00072372" w:rsidRDefault="009274A6" w:rsidP="00C25849">
      <w:r>
        <w:t>A</w:t>
      </w:r>
      <w:r w:rsidR="00C25849">
        <w:t xml:space="preserve"> </w:t>
      </w:r>
      <w:r w:rsidR="00DE4D94">
        <w:t>middle school</w:t>
      </w:r>
      <w:r w:rsidR="00C33833">
        <w:t xml:space="preserve"> teacher teaches an ELA class that is 70 minutes per day, 5 days a week.</w:t>
      </w:r>
      <w:r w:rsidR="00D21219">
        <w:t xml:space="preserve"> </w:t>
      </w:r>
      <w:r w:rsidR="00C33833">
        <w:t xml:space="preserve"> Therefore, the student receives 350 minutes per week of ELA instruction during the ELA class.  A</w:t>
      </w:r>
      <w:r w:rsidR="00C25849">
        <w:t xml:space="preserve">n </w:t>
      </w:r>
      <w:r w:rsidR="000E7801">
        <w:t>E</w:t>
      </w:r>
      <w:r w:rsidR="001B2837">
        <w:t>C</w:t>
      </w:r>
      <w:r w:rsidR="00C25849">
        <w:t xml:space="preserve"> teacher </w:t>
      </w:r>
      <w:r w:rsidR="00C33833">
        <w:t>shares this responsibility with the classroom teacher in a co-teaching model 3 days per week and also provides an</w:t>
      </w:r>
      <w:r w:rsidR="00C25849">
        <w:t xml:space="preserve"> additional </w:t>
      </w:r>
      <w:r w:rsidR="00C33833">
        <w:t xml:space="preserve">30 minutes </w:t>
      </w:r>
      <w:r w:rsidR="001B2837">
        <w:t>of instruction</w:t>
      </w:r>
      <w:r w:rsidR="00C33833">
        <w:t xml:space="preserve"> </w:t>
      </w:r>
      <w:r w:rsidR="00EE23E9">
        <w:t xml:space="preserve">daily </w:t>
      </w:r>
      <w:r>
        <w:t>at</w:t>
      </w:r>
      <w:r w:rsidR="00C25849">
        <w:t xml:space="preserve"> a different time</w:t>
      </w:r>
      <w:r>
        <w:t xml:space="preserve"> </w:t>
      </w:r>
      <w:r w:rsidR="00C33833">
        <w:t>of the day.</w:t>
      </w:r>
      <w:r w:rsidR="00C25849">
        <w:t xml:space="preserve"> </w:t>
      </w:r>
    </w:p>
    <w:p w:rsidR="00C33833" w:rsidRDefault="00C33833" w:rsidP="00C25849"/>
    <w:p w:rsidR="00C33833" w:rsidRPr="001764EB" w:rsidRDefault="00C33833" w:rsidP="00C33833">
      <w:r w:rsidRPr="00EE23E9">
        <w:rPr>
          <w:b/>
          <w:i/>
          <w:color w:val="C0504D" w:themeColor="accent2"/>
          <w:sz w:val="28"/>
          <w:szCs w:val="28"/>
          <w:u w:val="single"/>
        </w:rPr>
        <w:t>Calculation:</w:t>
      </w:r>
      <w:r w:rsidR="00EE23E9" w:rsidRPr="00EE23E9">
        <w:rPr>
          <w:b/>
          <w:i/>
          <w:color w:val="C0504D" w:themeColor="accent2"/>
          <w:sz w:val="28"/>
          <w:szCs w:val="28"/>
          <w:u w:val="single"/>
        </w:rPr>
        <w:t xml:space="preserve"> </w:t>
      </w:r>
      <w:r w:rsidR="006456B1">
        <w:t xml:space="preserve"> </w:t>
      </w:r>
    </w:p>
    <w:p w:rsidR="00C33833" w:rsidRDefault="00C33833" w:rsidP="00C33833">
      <w:r w:rsidRPr="00C33833">
        <w:rPr>
          <w:b/>
        </w:rPr>
        <w:t xml:space="preserve">Add up the total amount of minutes that </w:t>
      </w:r>
      <w:r w:rsidR="00EE23E9">
        <w:rPr>
          <w:b/>
        </w:rPr>
        <w:t>ELA</w:t>
      </w:r>
      <w:r w:rsidRPr="00C33833">
        <w:rPr>
          <w:b/>
        </w:rPr>
        <w:t xml:space="preserve"> instruction is provided to the </w:t>
      </w:r>
      <w:r w:rsidR="00EE23E9">
        <w:rPr>
          <w:b/>
        </w:rPr>
        <w:t>student</w:t>
      </w:r>
      <w:r w:rsidR="007E7FD7">
        <w:rPr>
          <w:b/>
        </w:rPr>
        <w:t>(s) receiving exceptional education services</w:t>
      </w:r>
      <w:r w:rsidRPr="00C33833">
        <w:rPr>
          <w:b/>
        </w:rPr>
        <w:t xml:space="preserve">.  </w:t>
      </w:r>
      <w:r>
        <w:t>(You will want to use a week since all days of the week are not the same).</w:t>
      </w:r>
    </w:p>
    <w:p w:rsidR="00EE23E9" w:rsidRPr="00EE23E9" w:rsidRDefault="00EE23E9" w:rsidP="00C33833">
      <w:pPr>
        <w:rPr>
          <w:i/>
        </w:rPr>
      </w:pPr>
      <w:r>
        <w:tab/>
      </w:r>
      <w:r w:rsidRPr="00EE23E9">
        <w:rPr>
          <w:i/>
        </w:rPr>
        <w:t xml:space="preserve">70 minutes x 5 = 350 minutes of ELA instruction in the classroom </w:t>
      </w:r>
    </w:p>
    <w:p w:rsidR="00EE23E9" w:rsidRDefault="00EE23E9" w:rsidP="00C33833">
      <w:pPr>
        <w:rPr>
          <w:i/>
        </w:rPr>
      </w:pPr>
      <w:r w:rsidRPr="00EE23E9">
        <w:rPr>
          <w:i/>
        </w:rPr>
        <w:tab/>
        <w:t>30 minutes x 5 = 150 minutes of ELA instruction with the E</w:t>
      </w:r>
      <w:r w:rsidR="001B2837">
        <w:rPr>
          <w:i/>
        </w:rPr>
        <w:t>C</w:t>
      </w:r>
      <w:r w:rsidRPr="00EE23E9">
        <w:rPr>
          <w:i/>
        </w:rPr>
        <w:t xml:space="preserve"> teacher</w:t>
      </w:r>
    </w:p>
    <w:p w:rsidR="00EE23E9" w:rsidRPr="00EE23E9" w:rsidRDefault="00EE23E9" w:rsidP="00C33833">
      <w:pPr>
        <w:rPr>
          <w:i/>
        </w:rPr>
      </w:pPr>
      <w:r>
        <w:rPr>
          <w:i/>
        </w:rPr>
        <w:tab/>
        <w:t xml:space="preserve">Total ELA per week = </w:t>
      </w:r>
      <w:r w:rsidRPr="00422785">
        <w:rPr>
          <w:b/>
          <w:i/>
        </w:rPr>
        <w:t>500</w:t>
      </w:r>
      <w:r>
        <w:rPr>
          <w:i/>
        </w:rPr>
        <w:t xml:space="preserve"> minutes</w:t>
      </w:r>
    </w:p>
    <w:p w:rsidR="00C25849" w:rsidRDefault="00C25849" w:rsidP="00C33833"/>
    <w:p w:rsidR="00C25849" w:rsidRDefault="00C25849" w:rsidP="00C33833">
      <w:r w:rsidRPr="00C33833">
        <w:rPr>
          <w:b/>
        </w:rPr>
        <w:t xml:space="preserve">Determine how much time the Classroom teacher and the EC teacher provide instruction during the </w:t>
      </w:r>
      <w:r w:rsidR="009274A6" w:rsidRPr="00C33833">
        <w:rPr>
          <w:b/>
        </w:rPr>
        <w:t>ELA period</w:t>
      </w:r>
      <w:r w:rsidRPr="00C33833">
        <w:rPr>
          <w:b/>
        </w:rPr>
        <w:t xml:space="preserve"> in a co-teaching situation. </w:t>
      </w:r>
      <w:r w:rsidR="009274A6">
        <w:t xml:space="preserve"> </w:t>
      </w:r>
    </w:p>
    <w:p w:rsidR="00C25849" w:rsidRPr="00694CA6" w:rsidRDefault="00C33833" w:rsidP="00C25849">
      <w:pPr>
        <w:ind w:left="720"/>
        <w:rPr>
          <w:i/>
        </w:rPr>
      </w:pPr>
      <w:r>
        <w:rPr>
          <w:i/>
        </w:rPr>
        <w:t>T</w:t>
      </w:r>
      <w:r w:rsidR="00EE23E9">
        <w:rPr>
          <w:i/>
        </w:rPr>
        <w:t>he E</w:t>
      </w:r>
      <w:r w:rsidR="001B2837">
        <w:rPr>
          <w:i/>
        </w:rPr>
        <w:t>C</w:t>
      </w:r>
      <w:r w:rsidR="00C25849" w:rsidRPr="00694CA6">
        <w:rPr>
          <w:i/>
        </w:rPr>
        <w:t xml:space="preserve"> teacher is in the </w:t>
      </w:r>
      <w:r>
        <w:rPr>
          <w:i/>
        </w:rPr>
        <w:t xml:space="preserve">ELA </w:t>
      </w:r>
      <w:r w:rsidR="00C25849" w:rsidRPr="00694CA6">
        <w:rPr>
          <w:i/>
        </w:rPr>
        <w:t xml:space="preserve">classroom for the entire </w:t>
      </w:r>
      <w:r w:rsidR="009274A6" w:rsidRPr="00694CA6">
        <w:rPr>
          <w:i/>
        </w:rPr>
        <w:t xml:space="preserve">70 </w:t>
      </w:r>
      <w:r w:rsidR="00C25849" w:rsidRPr="00694CA6">
        <w:rPr>
          <w:i/>
        </w:rPr>
        <w:t xml:space="preserve">minute </w:t>
      </w:r>
      <w:r w:rsidR="009274A6" w:rsidRPr="00694CA6">
        <w:rPr>
          <w:i/>
        </w:rPr>
        <w:t>period</w:t>
      </w:r>
      <w:r w:rsidR="00C25849" w:rsidRPr="00694CA6">
        <w:rPr>
          <w:i/>
        </w:rPr>
        <w:t xml:space="preserve"> 3 days</w:t>
      </w:r>
      <w:r>
        <w:rPr>
          <w:i/>
        </w:rPr>
        <w:t xml:space="preserve"> a week.  F</w:t>
      </w:r>
      <w:r w:rsidR="00C25849" w:rsidRPr="00694CA6">
        <w:rPr>
          <w:i/>
        </w:rPr>
        <w:t>or those three days of instruction the two teachers each claim responsibility for 50% of the instruction for that student.  (</w:t>
      </w:r>
      <w:r w:rsidR="009274A6" w:rsidRPr="00694CA6">
        <w:rPr>
          <w:i/>
        </w:rPr>
        <w:t>70</w:t>
      </w:r>
      <w:r w:rsidR="00C25849" w:rsidRPr="00694CA6">
        <w:rPr>
          <w:i/>
        </w:rPr>
        <w:t xml:space="preserve"> minutes x 3 days = </w:t>
      </w:r>
      <w:r w:rsidR="009274A6" w:rsidRPr="00694CA6">
        <w:rPr>
          <w:i/>
        </w:rPr>
        <w:t>210 minutes; 210</w:t>
      </w:r>
      <w:r w:rsidR="00C25849" w:rsidRPr="00694CA6">
        <w:rPr>
          <w:i/>
        </w:rPr>
        <w:t xml:space="preserve"> x 50% = </w:t>
      </w:r>
      <w:r w:rsidR="009274A6" w:rsidRPr="00EE23E9">
        <w:rPr>
          <w:b/>
          <w:i/>
          <w:u w:val="single"/>
        </w:rPr>
        <w:t>105</w:t>
      </w:r>
      <w:r w:rsidR="00C25849" w:rsidRPr="00694CA6">
        <w:rPr>
          <w:i/>
        </w:rPr>
        <w:t xml:space="preserve"> minutes for </w:t>
      </w:r>
      <w:r w:rsidR="00951EE7" w:rsidRPr="00951EE7">
        <w:rPr>
          <w:i/>
          <w:u w:val="single"/>
        </w:rPr>
        <w:t>each</w:t>
      </w:r>
      <w:r w:rsidR="00951EE7" w:rsidRPr="00951EE7">
        <w:rPr>
          <w:i/>
        </w:rPr>
        <w:t xml:space="preserve"> of the two teachers</w:t>
      </w:r>
      <w:r w:rsidR="00C25849" w:rsidRPr="00694CA6">
        <w:rPr>
          <w:i/>
        </w:rPr>
        <w:t xml:space="preserve">. </w:t>
      </w:r>
    </w:p>
    <w:p w:rsidR="00C25849" w:rsidRDefault="00C25849" w:rsidP="00C25849"/>
    <w:p w:rsidR="00A03F6C" w:rsidRPr="00951718" w:rsidRDefault="00A03F6C" w:rsidP="00A03F6C">
      <w:r w:rsidRPr="00951718">
        <w:rPr>
          <w:b/>
        </w:rPr>
        <w:t>Determine how much time</w:t>
      </w:r>
      <w:r>
        <w:rPr>
          <w:b/>
        </w:rPr>
        <w:t xml:space="preserve"> each </w:t>
      </w:r>
      <w:r w:rsidRPr="00951718">
        <w:rPr>
          <w:b/>
        </w:rPr>
        <w:t xml:space="preserve">teacher </w:t>
      </w:r>
      <w:r w:rsidR="00DA555E">
        <w:rPr>
          <w:b/>
        </w:rPr>
        <w:t>teach</w:t>
      </w:r>
      <w:r w:rsidR="00EE23E9">
        <w:rPr>
          <w:b/>
        </w:rPr>
        <w:t>es</w:t>
      </w:r>
      <w:r>
        <w:rPr>
          <w:b/>
        </w:rPr>
        <w:t xml:space="preserve"> the student</w:t>
      </w:r>
      <w:r w:rsidR="007E7FD7">
        <w:rPr>
          <w:b/>
        </w:rPr>
        <w:t>(s) receiving exceptional education services</w:t>
      </w:r>
      <w:r>
        <w:rPr>
          <w:b/>
        </w:rPr>
        <w:t xml:space="preserve"> outside of the co-teaching time</w:t>
      </w:r>
      <w:r w:rsidRPr="00951718">
        <w:rPr>
          <w:b/>
        </w:rPr>
        <w:t xml:space="preserve">.  </w:t>
      </w:r>
    </w:p>
    <w:p w:rsidR="00A03F6C" w:rsidRPr="00694CA6" w:rsidRDefault="00A03F6C" w:rsidP="00A03F6C">
      <w:pPr>
        <w:ind w:left="720"/>
        <w:rPr>
          <w:i/>
        </w:rPr>
      </w:pPr>
      <w:r>
        <w:rPr>
          <w:i/>
        </w:rPr>
        <w:t xml:space="preserve">Two days of the week the classroom teacher </w:t>
      </w:r>
      <w:r w:rsidR="00FF15E0">
        <w:rPr>
          <w:i/>
        </w:rPr>
        <w:t xml:space="preserve">teaches without the </w:t>
      </w:r>
      <w:r>
        <w:rPr>
          <w:i/>
        </w:rPr>
        <w:t xml:space="preserve">EC teacher </w:t>
      </w:r>
      <w:r w:rsidR="00FF15E0">
        <w:rPr>
          <w:i/>
        </w:rPr>
        <w:t>(no co-teachin</w:t>
      </w:r>
      <w:r w:rsidR="00EE23E9">
        <w:rPr>
          <w:i/>
        </w:rPr>
        <w:t>g</w:t>
      </w:r>
      <w:r w:rsidR="00FF15E0">
        <w:rPr>
          <w:i/>
        </w:rPr>
        <w:t>)</w:t>
      </w:r>
      <w:r>
        <w:rPr>
          <w:i/>
        </w:rPr>
        <w:t xml:space="preserve">. (70 minutes x 2 days = </w:t>
      </w:r>
      <w:r w:rsidR="00EE23E9" w:rsidRPr="00EE23E9">
        <w:rPr>
          <w:b/>
          <w:i/>
          <w:u w:val="single"/>
        </w:rPr>
        <w:t>14</w:t>
      </w:r>
      <w:r w:rsidRPr="00EE23E9">
        <w:rPr>
          <w:b/>
          <w:i/>
          <w:u w:val="single"/>
        </w:rPr>
        <w:t>0</w:t>
      </w:r>
      <w:r>
        <w:rPr>
          <w:i/>
        </w:rPr>
        <w:t xml:space="preserve"> minutes of instruction</w:t>
      </w:r>
      <w:r w:rsidR="00EE23E9">
        <w:rPr>
          <w:i/>
        </w:rPr>
        <w:t xml:space="preserve"> by the </w:t>
      </w:r>
      <w:r w:rsidR="00EE23E9" w:rsidRPr="00EE23E9">
        <w:rPr>
          <w:i/>
          <w:u w:val="single"/>
        </w:rPr>
        <w:t>classroom teacher</w:t>
      </w:r>
      <w:r>
        <w:rPr>
          <w:i/>
        </w:rPr>
        <w:t xml:space="preserve"> outside of co-teaching)</w:t>
      </w:r>
    </w:p>
    <w:p w:rsidR="00A03F6C" w:rsidRPr="00694CA6" w:rsidRDefault="00A03F6C" w:rsidP="00A03F6C">
      <w:pPr>
        <w:ind w:left="720"/>
        <w:rPr>
          <w:i/>
        </w:rPr>
      </w:pPr>
      <w:r>
        <w:rPr>
          <w:i/>
        </w:rPr>
        <w:t xml:space="preserve">The </w:t>
      </w:r>
      <w:r w:rsidRPr="00EE23E9">
        <w:rPr>
          <w:i/>
          <w:u w:val="single"/>
        </w:rPr>
        <w:t>EC teacher</w:t>
      </w:r>
      <w:r>
        <w:rPr>
          <w:i/>
        </w:rPr>
        <w:t xml:space="preserve"> provides 30 minutes a day of instruction </w:t>
      </w:r>
      <w:r w:rsidR="00FF15E0">
        <w:rPr>
          <w:i/>
        </w:rPr>
        <w:t xml:space="preserve">outside of the co-teaching time </w:t>
      </w:r>
      <w:r>
        <w:rPr>
          <w:i/>
        </w:rPr>
        <w:t xml:space="preserve">(30 minutes x 5 days = </w:t>
      </w:r>
      <w:r w:rsidRPr="00EE23E9">
        <w:rPr>
          <w:b/>
          <w:i/>
          <w:u w:val="single"/>
        </w:rPr>
        <w:t>150</w:t>
      </w:r>
      <w:r>
        <w:rPr>
          <w:i/>
        </w:rPr>
        <w:t xml:space="preserve"> minutes). </w:t>
      </w:r>
    </w:p>
    <w:p w:rsidR="000D5AA2" w:rsidRDefault="000D5AA2" w:rsidP="00694CA6">
      <w:pPr>
        <w:ind w:left="720"/>
      </w:pPr>
    </w:p>
    <w:p w:rsidR="00951EE7" w:rsidRDefault="00951EE7" w:rsidP="00694CA6">
      <w:pPr>
        <w:ind w:left="720"/>
      </w:pPr>
    </w:p>
    <w:p w:rsidR="00951EE7" w:rsidRDefault="00951EE7" w:rsidP="00694CA6">
      <w:pPr>
        <w:ind w:left="720"/>
      </w:pPr>
    </w:p>
    <w:p w:rsidR="00C25849" w:rsidRPr="00C05D10" w:rsidRDefault="00C25849" w:rsidP="00C05D10">
      <w:pPr>
        <w:rPr>
          <w:b/>
        </w:rPr>
      </w:pPr>
      <w:r w:rsidRPr="00C05D10">
        <w:rPr>
          <w:b/>
        </w:rPr>
        <w:t xml:space="preserve">Calculate: </w:t>
      </w:r>
    </w:p>
    <w:p w:rsidR="00C25849" w:rsidRDefault="00A03F6C" w:rsidP="00A03F6C">
      <w:pPr>
        <w:pStyle w:val="ListParagraph"/>
        <w:numPr>
          <w:ilvl w:val="0"/>
          <w:numId w:val="2"/>
        </w:numPr>
      </w:pPr>
      <w:r w:rsidRPr="00EE23E9">
        <w:rPr>
          <w:b/>
          <w:color w:val="C0504D" w:themeColor="accent2"/>
          <w:u w:val="single"/>
        </w:rPr>
        <w:t>Classroom teacher</w:t>
      </w:r>
      <w:r w:rsidRPr="00EE23E9">
        <w:rPr>
          <w:color w:val="C0504D" w:themeColor="accent2"/>
        </w:rPr>
        <w:t xml:space="preserve"> </w:t>
      </w:r>
    </w:p>
    <w:p w:rsidR="00C25849" w:rsidRPr="007C23A4" w:rsidRDefault="00C25849" w:rsidP="00C25849">
      <w:pPr>
        <w:ind w:left="720"/>
        <w:rPr>
          <w:b/>
        </w:rPr>
      </w:pPr>
      <w:r>
        <w:t xml:space="preserve">  </w:t>
      </w:r>
      <w:r w:rsidR="009274A6">
        <w:rPr>
          <w:b/>
        </w:rPr>
        <w:t>105</w:t>
      </w:r>
      <w:r w:rsidRPr="007C23A4">
        <w:rPr>
          <w:b/>
        </w:rPr>
        <w:t xml:space="preserve"> minutes for the three days with co-teaching </w:t>
      </w:r>
    </w:p>
    <w:p w:rsidR="00C25849" w:rsidRPr="007C23A4" w:rsidRDefault="00E348A5" w:rsidP="00E348A5">
      <w:pPr>
        <w:rPr>
          <w:b/>
        </w:rPr>
      </w:pPr>
      <w:r w:rsidRPr="00E348A5">
        <w:rPr>
          <w:b/>
        </w:rPr>
        <w:t xml:space="preserve">             </w:t>
      </w:r>
      <w:r w:rsidR="009274A6">
        <w:rPr>
          <w:b/>
          <w:u w:val="single"/>
        </w:rPr>
        <w:t>+140</w:t>
      </w:r>
      <w:r w:rsidR="00C25849" w:rsidRPr="007C23A4">
        <w:rPr>
          <w:b/>
        </w:rPr>
        <w:t xml:space="preserve"> minutes for the two days with no co-teaching</w:t>
      </w:r>
    </w:p>
    <w:p w:rsidR="00C25849" w:rsidRPr="007C23A4" w:rsidRDefault="009274A6" w:rsidP="00C25849">
      <w:pPr>
        <w:ind w:left="720"/>
        <w:rPr>
          <w:b/>
        </w:rPr>
      </w:pPr>
      <w:r>
        <w:rPr>
          <w:b/>
        </w:rPr>
        <w:t xml:space="preserve">  245</w:t>
      </w:r>
      <w:r w:rsidR="00C25849" w:rsidRPr="007C23A4">
        <w:rPr>
          <w:b/>
        </w:rPr>
        <w:t xml:space="preserve"> minutes of the </w:t>
      </w:r>
      <w:r>
        <w:rPr>
          <w:b/>
        </w:rPr>
        <w:t>500</w:t>
      </w:r>
      <w:r w:rsidR="00C25849" w:rsidRPr="007C23A4">
        <w:rPr>
          <w:b/>
        </w:rPr>
        <w:t xml:space="preserve"> minutes of </w:t>
      </w:r>
      <w:r w:rsidR="00EE23E9">
        <w:rPr>
          <w:b/>
        </w:rPr>
        <w:t>ELA</w:t>
      </w:r>
      <w:r w:rsidR="00C25849" w:rsidRPr="007C23A4">
        <w:rPr>
          <w:b/>
        </w:rPr>
        <w:t xml:space="preserve"> instruction</w:t>
      </w:r>
    </w:p>
    <w:p w:rsidR="00C25849" w:rsidRDefault="00C25849" w:rsidP="00C25849">
      <w:pPr>
        <w:ind w:left="720"/>
      </w:pPr>
    </w:p>
    <w:p w:rsidR="00C25849" w:rsidRDefault="00A260FC" w:rsidP="00A260FC">
      <w:pPr>
        <w:pStyle w:val="ListParagraph"/>
        <w:numPr>
          <w:ilvl w:val="0"/>
          <w:numId w:val="21"/>
        </w:numPr>
      </w:pPr>
      <w:r>
        <w:t>Divide the number of minutes the teacher is responsible for instruction by the total number of minutes of reading instruction possible</w:t>
      </w:r>
      <w:r w:rsidR="00422785">
        <w:br/>
      </w:r>
    </w:p>
    <w:p w:rsidR="00A03F6C" w:rsidRDefault="00C25849" w:rsidP="00C25849">
      <w:pPr>
        <w:rPr>
          <w:b/>
        </w:rPr>
      </w:pPr>
      <w:r>
        <w:t xml:space="preserve">  </w:t>
      </w:r>
      <w:r w:rsidR="009274A6">
        <w:rPr>
          <w:b/>
        </w:rPr>
        <w:tab/>
        <w:t>245/500</w:t>
      </w:r>
      <w:r w:rsidRPr="007C23A4">
        <w:rPr>
          <w:b/>
        </w:rPr>
        <w:t xml:space="preserve"> = </w:t>
      </w:r>
      <w:r w:rsidR="009274A6">
        <w:rPr>
          <w:b/>
          <w:u w:val="single"/>
        </w:rPr>
        <w:t>49</w:t>
      </w:r>
      <w:r w:rsidRPr="00C25849">
        <w:rPr>
          <w:b/>
          <w:u w:val="single"/>
        </w:rPr>
        <w:t>%</w:t>
      </w:r>
      <w:r w:rsidRPr="007C23A4">
        <w:rPr>
          <w:b/>
        </w:rPr>
        <w:t xml:space="preserve"> </w:t>
      </w:r>
      <w:r>
        <w:rPr>
          <w:b/>
        </w:rPr>
        <w:t>for the classroom teacher (</w:t>
      </w:r>
      <w:r w:rsidR="009274A6">
        <w:rPr>
          <w:b/>
        </w:rPr>
        <w:t>51</w:t>
      </w:r>
      <w:r>
        <w:rPr>
          <w:b/>
        </w:rPr>
        <w:t>% for the E</w:t>
      </w:r>
      <w:r w:rsidR="001B2837">
        <w:rPr>
          <w:b/>
        </w:rPr>
        <w:t>C</w:t>
      </w:r>
      <w:r>
        <w:rPr>
          <w:b/>
        </w:rPr>
        <w:t xml:space="preserve"> teacher)</w:t>
      </w:r>
      <w:r w:rsidR="007E7FD7">
        <w:rPr>
          <w:b/>
        </w:rPr>
        <w:t xml:space="preserve"> </w:t>
      </w:r>
    </w:p>
    <w:p w:rsidR="007E7FD7" w:rsidRPr="007E7FD7" w:rsidRDefault="007E7FD7" w:rsidP="007E7FD7">
      <w:pPr>
        <w:ind w:left="720"/>
      </w:pPr>
      <w:r w:rsidRPr="007E7FD7">
        <w:t xml:space="preserve">The classroom teacher would enter 49% in the “Your % Instruction” </w:t>
      </w:r>
      <w:r w:rsidRPr="00951EE7">
        <w:rPr>
          <w:u w:val="single"/>
        </w:rPr>
        <w:t>for the student(s) receiving exceptional education services</w:t>
      </w:r>
      <w:r w:rsidRPr="007E7FD7">
        <w:t>.</w:t>
      </w:r>
    </w:p>
    <w:p w:rsidR="001764EB" w:rsidRPr="007C23A4" w:rsidRDefault="001764EB" w:rsidP="00C25849">
      <w:pPr>
        <w:rPr>
          <w:b/>
        </w:rPr>
      </w:pPr>
    </w:p>
    <w:p w:rsidR="009274A6" w:rsidRPr="001B2837" w:rsidRDefault="001B2837" w:rsidP="00A03F6C">
      <w:pPr>
        <w:pStyle w:val="ListParagraph"/>
        <w:numPr>
          <w:ilvl w:val="0"/>
          <w:numId w:val="20"/>
        </w:numPr>
        <w:rPr>
          <w:b/>
          <w:color w:val="C0504D" w:themeColor="accent2"/>
        </w:rPr>
      </w:pPr>
      <w:r>
        <w:rPr>
          <w:b/>
          <w:color w:val="C0504D" w:themeColor="accent2"/>
          <w:u w:val="single"/>
        </w:rPr>
        <w:t>EC</w:t>
      </w:r>
      <w:r w:rsidR="00A03F6C" w:rsidRPr="00520248">
        <w:rPr>
          <w:b/>
          <w:color w:val="C0504D" w:themeColor="accent2"/>
          <w:u w:val="single"/>
        </w:rPr>
        <w:t xml:space="preserve"> teacher</w:t>
      </w:r>
    </w:p>
    <w:p w:rsidR="009274A6" w:rsidRPr="007C23A4" w:rsidRDefault="009274A6" w:rsidP="009274A6">
      <w:pPr>
        <w:ind w:left="720"/>
        <w:rPr>
          <w:b/>
        </w:rPr>
      </w:pPr>
      <w:r>
        <w:t xml:space="preserve">  </w:t>
      </w:r>
      <w:r>
        <w:rPr>
          <w:b/>
        </w:rPr>
        <w:t>105</w:t>
      </w:r>
      <w:r w:rsidRPr="007C23A4">
        <w:rPr>
          <w:b/>
        </w:rPr>
        <w:t xml:space="preserve"> minutes for the three days with co-teaching </w:t>
      </w:r>
    </w:p>
    <w:p w:rsidR="009274A6" w:rsidRPr="007C23A4" w:rsidRDefault="00E348A5" w:rsidP="00E348A5">
      <w:pPr>
        <w:rPr>
          <w:b/>
        </w:rPr>
      </w:pPr>
      <w:r w:rsidRPr="00E348A5">
        <w:rPr>
          <w:b/>
        </w:rPr>
        <w:t xml:space="preserve">             </w:t>
      </w:r>
      <w:r w:rsidR="00181966">
        <w:rPr>
          <w:b/>
          <w:u w:val="single"/>
        </w:rPr>
        <w:t>+15</w:t>
      </w:r>
      <w:r w:rsidR="009274A6">
        <w:rPr>
          <w:b/>
          <w:u w:val="single"/>
        </w:rPr>
        <w:t>0</w:t>
      </w:r>
      <w:r w:rsidR="009274A6" w:rsidRPr="007C23A4">
        <w:rPr>
          <w:b/>
        </w:rPr>
        <w:t xml:space="preserve"> minutes for the </w:t>
      </w:r>
      <w:r w:rsidR="00181966">
        <w:rPr>
          <w:b/>
        </w:rPr>
        <w:t>additional 30 minutes of daily instruction</w:t>
      </w:r>
    </w:p>
    <w:p w:rsidR="009274A6" w:rsidRPr="007C23A4" w:rsidRDefault="00181966" w:rsidP="009274A6">
      <w:pPr>
        <w:ind w:left="720"/>
        <w:rPr>
          <w:b/>
        </w:rPr>
      </w:pPr>
      <w:r>
        <w:rPr>
          <w:b/>
        </w:rPr>
        <w:t xml:space="preserve">  25</w:t>
      </w:r>
      <w:r w:rsidR="009274A6">
        <w:rPr>
          <w:b/>
        </w:rPr>
        <w:t>5</w:t>
      </w:r>
      <w:r w:rsidR="009274A6" w:rsidRPr="007C23A4">
        <w:rPr>
          <w:b/>
        </w:rPr>
        <w:t xml:space="preserve"> minutes of the </w:t>
      </w:r>
      <w:r w:rsidR="009274A6">
        <w:rPr>
          <w:b/>
        </w:rPr>
        <w:t>500</w:t>
      </w:r>
      <w:r w:rsidR="009274A6" w:rsidRPr="007C23A4">
        <w:rPr>
          <w:b/>
        </w:rPr>
        <w:t xml:space="preserve"> minutes of reading instruction</w:t>
      </w:r>
    </w:p>
    <w:p w:rsidR="009274A6" w:rsidRDefault="009274A6" w:rsidP="009274A6">
      <w:pPr>
        <w:ind w:left="720"/>
      </w:pPr>
    </w:p>
    <w:p w:rsidR="009274A6" w:rsidRDefault="009274A6" w:rsidP="001764EB">
      <w:pPr>
        <w:pStyle w:val="ListParagraph"/>
        <w:numPr>
          <w:ilvl w:val="0"/>
          <w:numId w:val="21"/>
        </w:numPr>
      </w:pPr>
      <w:r>
        <w:t xml:space="preserve">Divide the number of minutes the </w:t>
      </w:r>
      <w:r w:rsidR="00181966">
        <w:t>E</w:t>
      </w:r>
      <w:r w:rsidR="001B2837">
        <w:t>C</w:t>
      </w:r>
      <w:r>
        <w:t xml:space="preserve"> </w:t>
      </w:r>
      <w:r w:rsidR="00A260FC">
        <w:t>teacher is responsible for instruction by the total number of minutes of reading instruction possible</w:t>
      </w:r>
      <w:r w:rsidR="00422785">
        <w:br/>
      </w:r>
    </w:p>
    <w:p w:rsidR="008C2797" w:rsidRDefault="009274A6" w:rsidP="009274A6">
      <w:pPr>
        <w:rPr>
          <w:b/>
        </w:rPr>
      </w:pPr>
      <w:r>
        <w:t xml:space="preserve">  </w:t>
      </w:r>
      <w:r w:rsidR="00181966">
        <w:rPr>
          <w:b/>
        </w:rPr>
        <w:tab/>
        <w:t>25</w:t>
      </w:r>
      <w:r>
        <w:rPr>
          <w:b/>
        </w:rPr>
        <w:t>5/500</w:t>
      </w:r>
      <w:r w:rsidRPr="007C23A4">
        <w:rPr>
          <w:b/>
        </w:rPr>
        <w:t xml:space="preserve"> = </w:t>
      </w:r>
      <w:r w:rsidR="00181966">
        <w:rPr>
          <w:b/>
          <w:u w:val="single"/>
        </w:rPr>
        <w:t>51</w:t>
      </w:r>
      <w:r w:rsidRPr="00C25849">
        <w:rPr>
          <w:b/>
          <w:u w:val="single"/>
        </w:rPr>
        <w:t>%</w:t>
      </w:r>
      <w:r w:rsidRPr="007C23A4">
        <w:rPr>
          <w:b/>
        </w:rPr>
        <w:t xml:space="preserve"> </w:t>
      </w:r>
      <w:r>
        <w:rPr>
          <w:b/>
        </w:rPr>
        <w:t xml:space="preserve">for the </w:t>
      </w:r>
      <w:r w:rsidR="001B2837">
        <w:rPr>
          <w:b/>
        </w:rPr>
        <w:t>EC</w:t>
      </w:r>
      <w:r w:rsidR="00181966">
        <w:rPr>
          <w:b/>
        </w:rPr>
        <w:t xml:space="preserve"> teacher (49</w:t>
      </w:r>
      <w:r>
        <w:rPr>
          <w:b/>
        </w:rPr>
        <w:t xml:space="preserve">% for the </w:t>
      </w:r>
      <w:r w:rsidR="00181966">
        <w:rPr>
          <w:b/>
        </w:rPr>
        <w:t>classroom</w:t>
      </w:r>
      <w:r>
        <w:rPr>
          <w:b/>
        </w:rPr>
        <w:t xml:space="preserve"> teacher)</w:t>
      </w:r>
    </w:p>
    <w:p w:rsidR="007E7FD7" w:rsidRPr="007E7FD7" w:rsidRDefault="007E7FD7" w:rsidP="007E7FD7">
      <w:pPr>
        <w:ind w:left="720"/>
      </w:pPr>
      <w:r w:rsidRPr="007E7FD7">
        <w:t xml:space="preserve">The </w:t>
      </w:r>
      <w:r>
        <w:t>EC</w:t>
      </w:r>
      <w:r w:rsidRPr="007E7FD7">
        <w:t xml:space="preserve"> teacher would enter </w:t>
      </w:r>
      <w:r>
        <w:t>51</w:t>
      </w:r>
      <w:r w:rsidRPr="007E7FD7">
        <w:t xml:space="preserve">% in the “Your % Instruction” for the student(s) </w:t>
      </w:r>
      <w:r>
        <w:t xml:space="preserve">on </w:t>
      </w:r>
      <w:r w:rsidRPr="00572238">
        <w:rPr>
          <w:u w:val="single"/>
        </w:rPr>
        <w:t xml:space="preserve">his/her </w:t>
      </w:r>
      <w:r w:rsidR="00951EE7" w:rsidRPr="00572238">
        <w:rPr>
          <w:u w:val="single"/>
        </w:rPr>
        <w:t>EC caseload/</w:t>
      </w:r>
      <w:r w:rsidRPr="00572238">
        <w:rPr>
          <w:u w:val="single"/>
        </w:rPr>
        <w:t>roster</w:t>
      </w:r>
      <w:r w:rsidRPr="007E7FD7">
        <w:t>.</w:t>
      </w:r>
    </w:p>
    <w:p w:rsidR="008C2797" w:rsidRDefault="008C2797" w:rsidP="009274A6">
      <w:pPr>
        <w:rPr>
          <w:b/>
        </w:rPr>
      </w:pPr>
    </w:p>
    <w:p w:rsidR="009274A6" w:rsidRPr="007C23A4" w:rsidRDefault="00B0296C" w:rsidP="009274A6">
      <w:pPr>
        <w:rPr>
          <w:b/>
        </w:rPr>
      </w:pPr>
      <w:r w:rsidRPr="0001661D">
        <w:rPr>
          <w:i/>
          <w:color w:val="548DD4" w:themeColor="text2" w:themeTint="99"/>
          <w:sz w:val="28"/>
        </w:rPr>
        <w:t>Scenario 3</w:t>
      </w:r>
      <w:r w:rsidR="00E813D5">
        <w:rPr>
          <w:i/>
          <w:color w:val="548DD4" w:themeColor="text2" w:themeTint="99"/>
          <w:sz w:val="28"/>
        </w:rPr>
        <w:t xml:space="preserve"> (Co-teaching with </w:t>
      </w:r>
      <w:r w:rsidR="00D30DC2">
        <w:rPr>
          <w:i/>
          <w:color w:val="548DD4" w:themeColor="text2" w:themeTint="99"/>
          <w:sz w:val="28"/>
        </w:rPr>
        <w:t xml:space="preserve">a </w:t>
      </w:r>
      <w:r w:rsidR="00E813D5">
        <w:rPr>
          <w:i/>
          <w:color w:val="548DD4" w:themeColor="text2" w:themeTint="99"/>
          <w:sz w:val="28"/>
        </w:rPr>
        <w:t xml:space="preserve">Classroom and ESL </w:t>
      </w:r>
      <w:r w:rsidR="00D30DC2">
        <w:rPr>
          <w:i/>
          <w:color w:val="548DD4" w:themeColor="text2" w:themeTint="99"/>
          <w:sz w:val="28"/>
        </w:rPr>
        <w:t>teacher</w:t>
      </w:r>
      <w:r w:rsidR="00E813D5">
        <w:rPr>
          <w:i/>
          <w:color w:val="548DD4" w:themeColor="text2" w:themeTint="99"/>
          <w:sz w:val="28"/>
        </w:rPr>
        <w:t xml:space="preserve"> plus ESL pull out during the same class)</w:t>
      </w:r>
      <w:r w:rsidR="008C2797" w:rsidRPr="0001661D">
        <w:rPr>
          <w:i/>
          <w:color w:val="548DD4" w:themeColor="text2" w:themeTint="99"/>
          <w:sz w:val="28"/>
        </w:rPr>
        <w:t>:</w:t>
      </w:r>
      <w:r w:rsidR="008C2797" w:rsidRPr="0001661D">
        <w:rPr>
          <w:color w:val="548DD4" w:themeColor="text2" w:themeTint="99"/>
        </w:rPr>
        <w:t xml:space="preserve"> </w:t>
      </w:r>
      <w:r w:rsidR="00561379" w:rsidRPr="0001661D">
        <w:rPr>
          <w:color w:val="548DD4" w:themeColor="text2" w:themeTint="99"/>
        </w:rPr>
        <w:t xml:space="preserve"> </w:t>
      </w:r>
      <w:r w:rsidR="008C2797">
        <w:t xml:space="preserve">A high school </w:t>
      </w:r>
      <w:r w:rsidR="009856E8">
        <w:t>English teacher teaches</w:t>
      </w:r>
      <w:r w:rsidR="008C2797">
        <w:t xml:space="preserve"> a </w:t>
      </w:r>
      <w:r>
        <w:t>90-minute</w:t>
      </w:r>
      <w:r w:rsidR="008C2797">
        <w:t xml:space="preserve"> </w:t>
      </w:r>
      <w:r w:rsidR="009856E8">
        <w:t>English II</w:t>
      </w:r>
      <w:r w:rsidR="008C2797">
        <w:t xml:space="preserve"> class</w:t>
      </w:r>
      <w:r w:rsidR="00601950">
        <w:t>, 5 days a week</w:t>
      </w:r>
      <w:r w:rsidR="008C2797">
        <w:t xml:space="preserve">.  He co-teaches with an </w:t>
      </w:r>
      <w:r w:rsidR="00601950">
        <w:t>ESL</w:t>
      </w:r>
      <w:r w:rsidR="008C2797">
        <w:t xml:space="preserve"> te</w:t>
      </w:r>
      <w:r w:rsidR="004C0D2A">
        <w:t>acher each day. Two</w:t>
      </w:r>
      <w:r w:rsidR="00601950">
        <w:t xml:space="preserve"> days of the week, </w:t>
      </w:r>
      <w:r w:rsidR="008C2797">
        <w:t xml:space="preserve">the student </w:t>
      </w:r>
      <w:r w:rsidR="00EB4E76">
        <w:t xml:space="preserve">leaves the class </w:t>
      </w:r>
      <w:r w:rsidR="00601950">
        <w:t xml:space="preserve">for 40 minutes </w:t>
      </w:r>
      <w:r w:rsidR="00EB4E76">
        <w:t xml:space="preserve">to work with the </w:t>
      </w:r>
      <w:r w:rsidR="00601950">
        <w:t>ESL</w:t>
      </w:r>
      <w:r w:rsidR="00EB4E76">
        <w:t xml:space="preserve"> teacher in a small group. </w:t>
      </w:r>
    </w:p>
    <w:p w:rsidR="00B0296C" w:rsidRDefault="00B0296C" w:rsidP="00B0296C"/>
    <w:p w:rsidR="00F464E6" w:rsidRPr="001764EB" w:rsidRDefault="00601950" w:rsidP="00601950">
      <w:r w:rsidRPr="00C33833">
        <w:rPr>
          <w:b/>
          <w:i/>
          <w:color w:val="C0504D" w:themeColor="accent2"/>
          <w:sz w:val="28"/>
          <w:szCs w:val="28"/>
          <w:u w:val="single"/>
        </w:rPr>
        <w:t>Calculation:</w:t>
      </w:r>
      <w:r w:rsidR="001B2837">
        <w:rPr>
          <w:b/>
          <w:i/>
          <w:color w:val="C0504D" w:themeColor="accent2"/>
          <w:sz w:val="28"/>
          <w:szCs w:val="28"/>
          <w:u w:val="single"/>
        </w:rPr>
        <w:t xml:space="preserve"> </w:t>
      </w:r>
    </w:p>
    <w:p w:rsidR="00601950" w:rsidRDefault="00601950" w:rsidP="00601950">
      <w:r w:rsidRPr="00C33833">
        <w:rPr>
          <w:b/>
        </w:rPr>
        <w:t xml:space="preserve">Add up the total amount of minutes that </w:t>
      </w:r>
      <w:r>
        <w:rPr>
          <w:b/>
        </w:rPr>
        <w:t>English II</w:t>
      </w:r>
      <w:r w:rsidRPr="00C33833">
        <w:rPr>
          <w:b/>
        </w:rPr>
        <w:t xml:space="preserve"> instruction is provided to the child.  </w:t>
      </w:r>
      <w:r>
        <w:t>(You will want to use a week since all days of the week are not the same).</w:t>
      </w:r>
    </w:p>
    <w:p w:rsidR="00FF15E0" w:rsidRPr="00FF15E0" w:rsidRDefault="00FF15E0" w:rsidP="00FF15E0">
      <w:pPr>
        <w:ind w:left="720"/>
        <w:rPr>
          <w:i/>
        </w:rPr>
      </w:pPr>
      <w:r w:rsidRPr="00FF15E0">
        <w:rPr>
          <w:i/>
        </w:rPr>
        <w:t xml:space="preserve">90 minutes of English II instruction 5 days a week = </w:t>
      </w:r>
      <w:r w:rsidRPr="00422785">
        <w:rPr>
          <w:b/>
          <w:i/>
        </w:rPr>
        <w:t>450</w:t>
      </w:r>
      <w:r w:rsidRPr="00FF15E0">
        <w:rPr>
          <w:i/>
        </w:rPr>
        <w:t xml:space="preserve"> minutes of English II instruction per week</w:t>
      </w:r>
    </w:p>
    <w:p w:rsidR="00601950" w:rsidRDefault="00601950" w:rsidP="00601950"/>
    <w:p w:rsidR="00601950" w:rsidRDefault="00601950" w:rsidP="00601950">
      <w:r w:rsidRPr="00C33833">
        <w:rPr>
          <w:b/>
        </w:rPr>
        <w:t>Determine how much time the Classroom teacher and the E</w:t>
      </w:r>
      <w:r>
        <w:rPr>
          <w:b/>
        </w:rPr>
        <w:t>SL</w:t>
      </w:r>
      <w:r w:rsidRPr="00C33833">
        <w:rPr>
          <w:b/>
        </w:rPr>
        <w:t xml:space="preserve"> teacher provide instruction during the </w:t>
      </w:r>
      <w:r>
        <w:rPr>
          <w:b/>
        </w:rPr>
        <w:t>English II</w:t>
      </w:r>
      <w:r w:rsidRPr="00C33833">
        <w:rPr>
          <w:b/>
        </w:rPr>
        <w:t xml:space="preserve"> period in a co-teaching situation. </w:t>
      </w:r>
      <w:r>
        <w:t xml:space="preserve"> </w:t>
      </w:r>
    </w:p>
    <w:p w:rsidR="00601950" w:rsidRDefault="00601950" w:rsidP="00601950">
      <w:pPr>
        <w:ind w:left="720"/>
        <w:rPr>
          <w:i/>
        </w:rPr>
      </w:pPr>
      <w:r>
        <w:rPr>
          <w:i/>
        </w:rPr>
        <w:t>T</w:t>
      </w:r>
      <w:r w:rsidRPr="00694CA6">
        <w:rPr>
          <w:i/>
        </w:rPr>
        <w:t xml:space="preserve">he </w:t>
      </w:r>
      <w:r w:rsidR="00FF15E0">
        <w:rPr>
          <w:i/>
        </w:rPr>
        <w:t xml:space="preserve">classroom </w:t>
      </w:r>
      <w:r w:rsidR="00FF15E0" w:rsidRPr="00694CA6">
        <w:rPr>
          <w:i/>
        </w:rPr>
        <w:t>teacher</w:t>
      </w:r>
      <w:r w:rsidRPr="00694CA6">
        <w:rPr>
          <w:i/>
        </w:rPr>
        <w:t xml:space="preserve"> </w:t>
      </w:r>
      <w:r w:rsidR="004C0D2A">
        <w:rPr>
          <w:i/>
        </w:rPr>
        <w:t>and the ESL teacher co-teach</w:t>
      </w:r>
      <w:r w:rsidRPr="00694CA6">
        <w:rPr>
          <w:i/>
        </w:rPr>
        <w:t xml:space="preserve"> </w:t>
      </w:r>
      <w:r w:rsidR="00CA377D">
        <w:rPr>
          <w:i/>
        </w:rPr>
        <w:t>English II</w:t>
      </w:r>
      <w:r w:rsidRPr="00694CA6">
        <w:rPr>
          <w:i/>
        </w:rPr>
        <w:t xml:space="preserve"> for the entire </w:t>
      </w:r>
      <w:r w:rsidR="004C0D2A">
        <w:rPr>
          <w:i/>
        </w:rPr>
        <w:t>90</w:t>
      </w:r>
      <w:r w:rsidRPr="00694CA6">
        <w:rPr>
          <w:i/>
        </w:rPr>
        <w:t xml:space="preserve"> minute period 3 days</w:t>
      </w:r>
      <w:r>
        <w:rPr>
          <w:i/>
        </w:rPr>
        <w:t xml:space="preserve"> a week.  F</w:t>
      </w:r>
      <w:r w:rsidRPr="00694CA6">
        <w:rPr>
          <w:i/>
        </w:rPr>
        <w:t>or those three days of instruction the two teachers each claim responsibility for 50% of the instruction for that student.  (</w:t>
      </w:r>
      <w:r w:rsidR="004C0D2A">
        <w:rPr>
          <w:i/>
        </w:rPr>
        <w:t>9</w:t>
      </w:r>
      <w:r w:rsidRPr="00694CA6">
        <w:rPr>
          <w:i/>
        </w:rPr>
        <w:t>0 minutes x 3 days = 2</w:t>
      </w:r>
      <w:r w:rsidR="004C0D2A">
        <w:rPr>
          <w:i/>
        </w:rPr>
        <w:t>70</w:t>
      </w:r>
      <w:r w:rsidR="00CA377D">
        <w:rPr>
          <w:i/>
        </w:rPr>
        <w:t xml:space="preserve"> minutes; 27</w:t>
      </w:r>
      <w:r w:rsidRPr="00694CA6">
        <w:rPr>
          <w:i/>
        </w:rPr>
        <w:t xml:space="preserve">0 x 50% = </w:t>
      </w:r>
      <w:r w:rsidR="00CA377D" w:rsidRPr="001B2837">
        <w:rPr>
          <w:b/>
          <w:i/>
          <w:u w:val="single"/>
        </w:rPr>
        <w:t>13</w:t>
      </w:r>
      <w:r w:rsidRPr="001B2837">
        <w:rPr>
          <w:b/>
          <w:i/>
          <w:u w:val="single"/>
        </w:rPr>
        <w:t>5</w:t>
      </w:r>
      <w:r w:rsidRPr="00694CA6">
        <w:rPr>
          <w:i/>
        </w:rPr>
        <w:t xml:space="preserve"> minutes for </w:t>
      </w:r>
      <w:r w:rsidRPr="001B2837">
        <w:rPr>
          <w:i/>
          <w:u w:val="single"/>
        </w:rPr>
        <w:t>each</w:t>
      </w:r>
      <w:r w:rsidRPr="00694CA6">
        <w:rPr>
          <w:i/>
        </w:rPr>
        <w:t xml:space="preserve"> of the two teachers). </w:t>
      </w:r>
    </w:p>
    <w:p w:rsidR="00CA377D" w:rsidRPr="00694CA6" w:rsidRDefault="00CA377D" w:rsidP="00601950">
      <w:pPr>
        <w:ind w:left="720"/>
        <w:rPr>
          <w:i/>
        </w:rPr>
      </w:pPr>
      <w:r>
        <w:rPr>
          <w:i/>
        </w:rPr>
        <w:t xml:space="preserve">Two days a week the two teachers co-teach for </w:t>
      </w:r>
      <w:r w:rsidR="00DA555E">
        <w:rPr>
          <w:i/>
        </w:rPr>
        <w:t xml:space="preserve">50 minutes (50 minutes x 2 days = 100 minutes; 100 x 50% = </w:t>
      </w:r>
      <w:r w:rsidR="00DA555E" w:rsidRPr="001B2837">
        <w:rPr>
          <w:b/>
          <w:i/>
          <w:u w:val="single"/>
        </w:rPr>
        <w:t>50</w:t>
      </w:r>
      <w:r w:rsidR="00DA555E">
        <w:rPr>
          <w:i/>
        </w:rPr>
        <w:t xml:space="preserve"> minutes for </w:t>
      </w:r>
      <w:r w:rsidR="00DA555E" w:rsidRPr="001B2837">
        <w:rPr>
          <w:i/>
          <w:u w:val="single"/>
        </w:rPr>
        <w:t>each</w:t>
      </w:r>
      <w:r w:rsidR="00DA555E">
        <w:rPr>
          <w:i/>
        </w:rPr>
        <w:t xml:space="preserve"> of the two teachers).</w:t>
      </w:r>
    </w:p>
    <w:p w:rsidR="00B0296C" w:rsidRDefault="00B0296C" w:rsidP="00B0296C"/>
    <w:p w:rsidR="00DA555E" w:rsidRPr="00951718" w:rsidRDefault="00DA555E" w:rsidP="00DA555E">
      <w:r w:rsidRPr="00951718">
        <w:rPr>
          <w:b/>
        </w:rPr>
        <w:t>Determine how much time</w:t>
      </w:r>
      <w:r>
        <w:rPr>
          <w:b/>
        </w:rPr>
        <w:t xml:space="preserve"> each </w:t>
      </w:r>
      <w:r w:rsidRPr="00951718">
        <w:rPr>
          <w:b/>
        </w:rPr>
        <w:t xml:space="preserve">teacher </w:t>
      </w:r>
      <w:r>
        <w:rPr>
          <w:b/>
        </w:rPr>
        <w:t>teach</w:t>
      </w:r>
      <w:r w:rsidR="003C5898">
        <w:rPr>
          <w:b/>
        </w:rPr>
        <w:t>es</w:t>
      </w:r>
      <w:r>
        <w:rPr>
          <w:b/>
        </w:rPr>
        <w:t xml:space="preserve"> the student outside of the co-teaching time</w:t>
      </w:r>
      <w:r w:rsidRPr="00951718">
        <w:rPr>
          <w:b/>
        </w:rPr>
        <w:t xml:space="preserve">.  </w:t>
      </w:r>
    </w:p>
    <w:p w:rsidR="00B0296C" w:rsidRDefault="00DA555E" w:rsidP="00B0296C">
      <w:pPr>
        <w:ind w:left="720"/>
        <w:rPr>
          <w:i/>
        </w:rPr>
      </w:pPr>
      <w:r>
        <w:rPr>
          <w:i/>
        </w:rPr>
        <w:t>The English II teacher</w:t>
      </w:r>
      <w:r w:rsidR="009856E8" w:rsidRPr="000D5AA2">
        <w:rPr>
          <w:i/>
        </w:rPr>
        <w:t xml:space="preserve"> does not provide instruction to the student outside of th</w:t>
      </w:r>
      <w:r w:rsidR="001B2837">
        <w:rPr>
          <w:i/>
        </w:rPr>
        <w:t>e</w:t>
      </w:r>
      <w:r w:rsidR="009856E8" w:rsidRPr="000D5AA2">
        <w:rPr>
          <w:i/>
        </w:rPr>
        <w:t xml:space="preserve"> co-teaching time</w:t>
      </w:r>
      <w:r w:rsidR="00B0296C" w:rsidRPr="000D5AA2">
        <w:rPr>
          <w:i/>
        </w:rPr>
        <w:t>.</w:t>
      </w:r>
    </w:p>
    <w:p w:rsidR="00DA555E" w:rsidRPr="000D5AA2" w:rsidRDefault="00DA555E" w:rsidP="00B0296C">
      <w:pPr>
        <w:ind w:left="720"/>
        <w:rPr>
          <w:i/>
        </w:rPr>
      </w:pPr>
      <w:r>
        <w:rPr>
          <w:i/>
        </w:rPr>
        <w:t xml:space="preserve">The </w:t>
      </w:r>
      <w:r w:rsidRPr="00422785">
        <w:rPr>
          <w:i/>
          <w:u w:val="single"/>
        </w:rPr>
        <w:t>ESL teacher</w:t>
      </w:r>
      <w:r>
        <w:rPr>
          <w:i/>
        </w:rPr>
        <w:t xml:space="preserve"> provides </w:t>
      </w:r>
      <w:r w:rsidRPr="00422785">
        <w:rPr>
          <w:b/>
          <w:i/>
        </w:rPr>
        <w:t>40</w:t>
      </w:r>
      <w:r>
        <w:rPr>
          <w:i/>
        </w:rPr>
        <w:t xml:space="preserve"> minutes 2 days a week outside of the co-teaching time.</w:t>
      </w:r>
    </w:p>
    <w:p w:rsidR="00B0296C" w:rsidRDefault="00B0296C" w:rsidP="00B0296C">
      <w:pPr>
        <w:ind w:left="360"/>
      </w:pPr>
    </w:p>
    <w:p w:rsidR="00FF15E0" w:rsidRPr="00C05D10" w:rsidRDefault="00FF15E0" w:rsidP="00FF15E0">
      <w:pPr>
        <w:rPr>
          <w:b/>
        </w:rPr>
      </w:pPr>
      <w:r w:rsidRPr="00C05D10">
        <w:rPr>
          <w:b/>
        </w:rPr>
        <w:t xml:space="preserve">Calculate: </w:t>
      </w:r>
    </w:p>
    <w:p w:rsidR="00B0296C" w:rsidRDefault="00FF15E0" w:rsidP="00FF15E0">
      <w:pPr>
        <w:pStyle w:val="ListParagraph"/>
        <w:numPr>
          <w:ilvl w:val="0"/>
          <w:numId w:val="2"/>
        </w:numPr>
      </w:pPr>
      <w:r w:rsidRPr="001B2837">
        <w:rPr>
          <w:b/>
          <w:color w:val="C0504D" w:themeColor="accent2"/>
          <w:u w:val="single"/>
        </w:rPr>
        <w:t>Classroom teacher</w:t>
      </w:r>
      <w:r w:rsidRPr="001B2837">
        <w:rPr>
          <w:color w:val="C0504D" w:themeColor="accent2"/>
        </w:rPr>
        <w:t xml:space="preserve"> </w:t>
      </w:r>
    </w:p>
    <w:p w:rsidR="00B0296C" w:rsidRDefault="00B0296C" w:rsidP="00B0296C">
      <w:pPr>
        <w:ind w:left="720"/>
        <w:rPr>
          <w:b/>
          <w:sz w:val="22"/>
          <w:szCs w:val="22"/>
        </w:rPr>
      </w:pPr>
      <w:r>
        <w:t xml:space="preserve">  </w:t>
      </w:r>
      <w:r w:rsidR="009856E8">
        <w:t xml:space="preserve">   </w:t>
      </w:r>
      <w:r w:rsidR="00FF15E0">
        <w:rPr>
          <w:b/>
        </w:rPr>
        <w:t>135</w:t>
      </w:r>
      <w:r w:rsidR="003C5898">
        <w:rPr>
          <w:b/>
        </w:rPr>
        <w:t xml:space="preserve"> min</w:t>
      </w:r>
      <w:r w:rsidRPr="007C23A4">
        <w:rPr>
          <w:b/>
        </w:rPr>
        <w:t xml:space="preserve"> </w:t>
      </w:r>
      <w:r w:rsidR="00FF15E0">
        <w:rPr>
          <w:b/>
        </w:rPr>
        <w:t>of instruction with</w:t>
      </w:r>
      <w:r w:rsidRPr="007C23A4">
        <w:rPr>
          <w:b/>
        </w:rPr>
        <w:t xml:space="preserve"> co-teaching </w:t>
      </w:r>
      <w:r w:rsidR="00FF15E0">
        <w:rPr>
          <w:b/>
        </w:rPr>
        <w:t>(</w:t>
      </w:r>
      <w:r w:rsidR="003C5898">
        <w:rPr>
          <w:b/>
        </w:rPr>
        <w:t xml:space="preserve">50% of the </w:t>
      </w:r>
      <w:r w:rsidR="00FF15E0">
        <w:rPr>
          <w:b/>
          <w:sz w:val="22"/>
          <w:szCs w:val="22"/>
        </w:rPr>
        <w:t>3 days per week</w:t>
      </w:r>
      <w:r w:rsidR="003C5898">
        <w:rPr>
          <w:b/>
          <w:sz w:val="22"/>
          <w:szCs w:val="22"/>
        </w:rPr>
        <w:t xml:space="preserve"> for 90 min</w:t>
      </w:r>
      <w:r w:rsidR="00FF15E0">
        <w:rPr>
          <w:b/>
          <w:sz w:val="22"/>
          <w:szCs w:val="22"/>
        </w:rPr>
        <w:t>)</w:t>
      </w:r>
    </w:p>
    <w:p w:rsidR="00FF15E0" w:rsidRPr="000D5AA2" w:rsidRDefault="00FF15E0" w:rsidP="00B0296C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3C5898">
        <w:rPr>
          <w:b/>
          <w:sz w:val="22"/>
          <w:szCs w:val="22"/>
        </w:rPr>
        <w:t>50 min</w:t>
      </w:r>
      <w:r>
        <w:rPr>
          <w:b/>
          <w:sz w:val="22"/>
          <w:szCs w:val="22"/>
        </w:rPr>
        <w:t xml:space="preserve"> of instruction with co-teaching (</w:t>
      </w:r>
      <w:r w:rsidR="003C5898">
        <w:rPr>
          <w:b/>
          <w:sz w:val="22"/>
          <w:szCs w:val="22"/>
        </w:rPr>
        <w:t xml:space="preserve">50% of the </w:t>
      </w:r>
      <w:r>
        <w:rPr>
          <w:b/>
          <w:sz w:val="22"/>
          <w:szCs w:val="22"/>
        </w:rPr>
        <w:t xml:space="preserve">2 days per </w:t>
      </w:r>
      <w:r w:rsidR="001B2837">
        <w:rPr>
          <w:b/>
          <w:sz w:val="22"/>
          <w:szCs w:val="22"/>
        </w:rPr>
        <w:t>week for</w:t>
      </w:r>
      <w:r w:rsidR="003C5898">
        <w:rPr>
          <w:b/>
          <w:sz w:val="22"/>
          <w:szCs w:val="22"/>
        </w:rPr>
        <w:t xml:space="preserve"> 50 min</w:t>
      </w:r>
      <w:r>
        <w:rPr>
          <w:b/>
          <w:sz w:val="22"/>
          <w:szCs w:val="22"/>
        </w:rPr>
        <w:t>)</w:t>
      </w:r>
    </w:p>
    <w:p w:rsidR="00B0296C" w:rsidRPr="007C23A4" w:rsidRDefault="009856E8" w:rsidP="00B0296C">
      <w:pPr>
        <w:ind w:left="720"/>
        <w:rPr>
          <w:b/>
        </w:rPr>
      </w:pPr>
      <w:r>
        <w:rPr>
          <w:b/>
          <w:u w:val="single"/>
        </w:rPr>
        <w:t xml:space="preserve">+     </w:t>
      </w:r>
      <w:r w:rsidR="00FF15E0">
        <w:rPr>
          <w:b/>
          <w:u w:val="single"/>
        </w:rPr>
        <w:t xml:space="preserve">  0 </w:t>
      </w:r>
      <w:r>
        <w:rPr>
          <w:b/>
        </w:rPr>
        <w:t xml:space="preserve">minutes of instruction not involving </w:t>
      </w:r>
      <w:r w:rsidR="00B0296C" w:rsidRPr="007C23A4">
        <w:rPr>
          <w:b/>
        </w:rPr>
        <w:t>co-teaching</w:t>
      </w:r>
    </w:p>
    <w:p w:rsidR="00B0296C" w:rsidRPr="007C23A4" w:rsidRDefault="009856E8" w:rsidP="00B0296C">
      <w:pPr>
        <w:ind w:left="720"/>
        <w:rPr>
          <w:b/>
        </w:rPr>
      </w:pPr>
      <w:r>
        <w:rPr>
          <w:b/>
        </w:rPr>
        <w:t xml:space="preserve">     </w:t>
      </w:r>
      <w:r w:rsidR="00FF15E0">
        <w:rPr>
          <w:b/>
        </w:rPr>
        <w:t>185</w:t>
      </w:r>
      <w:r w:rsidR="00B0296C" w:rsidRPr="007C23A4">
        <w:rPr>
          <w:b/>
        </w:rPr>
        <w:t xml:space="preserve"> minutes of the </w:t>
      </w:r>
      <w:r w:rsidR="00FF15E0">
        <w:rPr>
          <w:b/>
        </w:rPr>
        <w:t>450</w:t>
      </w:r>
      <w:r w:rsidR="00B0296C" w:rsidRPr="007C23A4">
        <w:rPr>
          <w:b/>
        </w:rPr>
        <w:t xml:space="preserve"> minutes of </w:t>
      </w:r>
      <w:r w:rsidR="00610603">
        <w:rPr>
          <w:b/>
        </w:rPr>
        <w:t>English</w:t>
      </w:r>
      <w:r w:rsidR="001B2837">
        <w:rPr>
          <w:b/>
        </w:rPr>
        <w:t xml:space="preserve"> II</w:t>
      </w:r>
      <w:r w:rsidR="00B0296C" w:rsidRPr="007C23A4">
        <w:rPr>
          <w:b/>
        </w:rPr>
        <w:t xml:space="preserve"> instruction</w:t>
      </w:r>
    </w:p>
    <w:p w:rsidR="00B0296C" w:rsidRDefault="00B0296C" w:rsidP="00B0296C">
      <w:pPr>
        <w:ind w:left="720"/>
      </w:pPr>
    </w:p>
    <w:p w:rsidR="00B0296C" w:rsidRDefault="00B0296C" w:rsidP="00B0296C">
      <w:pPr>
        <w:pStyle w:val="ListParagraph"/>
        <w:numPr>
          <w:ilvl w:val="0"/>
          <w:numId w:val="21"/>
        </w:numPr>
      </w:pPr>
      <w:r>
        <w:t xml:space="preserve">Divide the number of minutes the classroom teacher </w:t>
      </w:r>
      <w:r w:rsidR="00A260FC">
        <w:t>is responsible for instruction by the total number of minutes of English II instruction possible</w:t>
      </w:r>
      <w:r w:rsidR="00422785">
        <w:br/>
      </w:r>
    </w:p>
    <w:p w:rsidR="00B0296C" w:rsidRPr="007C23A4" w:rsidRDefault="00B0296C" w:rsidP="00B0296C">
      <w:pPr>
        <w:rPr>
          <w:b/>
        </w:rPr>
      </w:pPr>
      <w:r>
        <w:t xml:space="preserve">  </w:t>
      </w:r>
      <w:r>
        <w:rPr>
          <w:b/>
        </w:rPr>
        <w:tab/>
      </w:r>
      <w:r w:rsidR="00FF15E0">
        <w:rPr>
          <w:b/>
        </w:rPr>
        <w:t>185</w:t>
      </w:r>
      <w:r w:rsidR="009856E8">
        <w:rPr>
          <w:b/>
        </w:rPr>
        <w:t>/</w:t>
      </w:r>
      <w:r w:rsidR="00FF15E0">
        <w:rPr>
          <w:b/>
        </w:rPr>
        <w:t>450</w:t>
      </w:r>
      <w:r w:rsidRPr="007C23A4">
        <w:rPr>
          <w:b/>
        </w:rPr>
        <w:t xml:space="preserve"> = </w:t>
      </w:r>
      <w:r w:rsidR="00FF5A2B">
        <w:rPr>
          <w:b/>
          <w:u w:val="single"/>
        </w:rPr>
        <w:t>41</w:t>
      </w:r>
      <w:r w:rsidRPr="00C25849">
        <w:rPr>
          <w:b/>
          <w:u w:val="single"/>
        </w:rPr>
        <w:t>%</w:t>
      </w:r>
      <w:r w:rsidRPr="007C23A4">
        <w:rPr>
          <w:b/>
        </w:rPr>
        <w:t xml:space="preserve"> </w:t>
      </w:r>
      <w:r w:rsidR="009856E8">
        <w:rPr>
          <w:b/>
        </w:rPr>
        <w:t xml:space="preserve">for the </w:t>
      </w:r>
      <w:r w:rsidR="001B2837">
        <w:rPr>
          <w:b/>
        </w:rPr>
        <w:t>English II</w:t>
      </w:r>
      <w:r w:rsidR="009856E8">
        <w:rPr>
          <w:b/>
        </w:rPr>
        <w:t xml:space="preserve"> teacher (</w:t>
      </w:r>
      <w:r w:rsidR="003C5898">
        <w:rPr>
          <w:b/>
        </w:rPr>
        <w:t>59</w:t>
      </w:r>
      <w:r w:rsidR="009856E8">
        <w:rPr>
          <w:b/>
        </w:rPr>
        <w:t xml:space="preserve">% </w:t>
      </w:r>
      <w:r>
        <w:rPr>
          <w:b/>
        </w:rPr>
        <w:t>for the E</w:t>
      </w:r>
      <w:r w:rsidR="001B2837">
        <w:rPr>
          <w:b/>
        </w:rPr>
        <w:t>SL</w:t>
      </w:r>
      <w:r>
        <w:rPr>
          <w:b/>
        </w:rPr>
        <w:t xml:space="preserve"> teacher)</w:t>
      </w:r>
    </w:p>
    <w:p w:rsidR="007E7FD7" w:rsidRPr="007E7FD7" w:rsidRDefault="007E7FD7" w:rsidP="007E7FD7">
      <w:pPr>
        <w:ind w:left="720"/>
      </w:pPr>
      <w:r w:rsidRPr="007E7FD7">
        <w:t xml:space="preserve">The </w:t>
      </w:r>
      <w:r>
        <w:t>English II teacher would enter 41</w:t>
      </w:r>
      <w:r w:rsidRPr="007E7FD7">
        <w:t xml:space="preserve">% in the “Your % Instruction” </w:t>
      </w:r>
      <w:r w:rsidRPr="00951EE7">
        <w:rPr>
          <w:u w:val="single"/>
        </w:rPr>
        <w:t>for the student(s) receiving ESL services</w:t>
      </w:r>
      <w:r w:rsidRPr="007E7FD7">
        <w:t>.</w:t>
      </w:r>
    </w:p>
    <w:p w:rsidR="00B0296C" w:rsidRDefault="00B0296C" w:rsidP="00B0296C"/>
    <w:p w:rsidR="003C5898" w:rsidRDefault="00FF5A2B" w:rsidP="001B2837">
      <w:pPr>
        <w:pStyle w:val="ListParagraph"/>
        <w:numPr>
          <w:ilvl w:val="0"/>
          <w:numId w:val="2"/>
        </w:numPr>
      </w:pPr>
      <w:r w:rsidRPr="003C5898">
        <w:rPr>
          <w:b/>
          <w:color w:val="C0504D" w:themeColor="accent2"/>
          <w:u w:val="single"/>
        </w:rPr>
        <w:t xml:space="preserve">ESL teacher </w:t>
      </w:r>
    </w:p>
    <w:p w:rsidR="00FF5A2B" w:rsidRDefault="00610603" w:rsidP="00FF5A2B">
      <w:pPr>
        <w:ind w:left="720"/>
        <w:rPr>
          <w:b/>
          <w:sz w:val="22"/>
          <w:szCs w:val="22"/>
        </w:rPr>
      </w:pPr>
      <w:r>
        <w:t xml:space="preserve">     </w:t>
      </w:r>
      <w:r w:rsidR="00FF5A2B">
        <w:rPr>
          <w:b/>
        </w:rPr>
        <w:t>135</w:t>
      </w:r>
      <w:r w:rsidR="00FF5A2B" w:rsidRPr="007C23A4">
        <w:rPr>
          <w:b/>
        </w:rPr>
        <w:t xml:space="preserve"> minutes </w:t>
      </w:r>
      <w:r w:rsidR="00FF5A2B">
        <w:rPr>
          <w:b/>
        </w:rPr>
        <w:t>of instruction with</w:t>
      </w:r>
      <w:r w:rsidR="00FF5A2B" w:rsidRPr="007C23A4">
        <w:rPr>
          <w:b/>
        </w:rPr>
        <w:t xml:space="preserve"> co-teaching </w:t>
      </w:r>
      <w:r w:rsidR="00FF5A2B">
        <w:rPr>
          <w:b/>
        </w:rPr>
        <w:t>(</w:t>
      </w:r>
      <w:r w:rsidR="00FF5A2B">
        <w:rPr>
          <w:b/>
          <w:sz w:val="22"/>
          <w:szCs w:val="22"/>
        </w:rPr>
        <w:t>3 days per week)</w:t>
      </w:r>
    </w:p>
    <w:p w:rsidR="00FF5A2B" w:rsidRPr="000D5AA2" w:rsidRDefault="00FF5A2B" w:rsidP="00FF5A2B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50 minutes of instruction with co-teaching (2 days per week)</w:t>
      </w:r>
    </w:p>
    <w:p w:rsidR="00FF5A2B" w:rsidRPr="007C23A4" w:rsidRDefault="00FF5A2B" w:rsidP="00FF5A2B">
      <w:pPr>
        <w:ind w:left="720"/>
        <w:rPr>
          <w:b/>
        </w:rPr>
      </w:pPr>
      <w:r>
        <w:rPr>
          <w:b/>
          <w:u w:val="single"/>
        </w:rPr>
        <w:t xml:space="preserve">+     80 </w:t>
      </w:r>
      <w:r>
        <w:rPr>
          <w:b/>
        </w:rPr>
        <w:t xml:space="preserve">minutes of instruction not involving </w:t>
      </w:r>
      <w:r w:rsidRPr="007C23A4">
        <w:rPr>
          <w:b/>
        </w:rPr>
        <w:t>co-teaching</w:t>
      </w:r>
      <w:r>
        <w:rPr>
          <w:b/>
        </w:rPr>
        <w:t xml:space="preserve"> (40 min 2 days per week)</w:t>
      </w:r>
    </w:p>
    <w:p w:rsidR="00FF5A2B" w:rsidRPr="007C23A4" w:rsidRDefault="003C5898" w:rsidP="00FF5A2B">
      <w:pPr>
        <w:ind w:left="720"/>
        <w:rPr>
          <w:b/>
        </w:rPr>
      </w:pPr>
      <w:r>
        <w:rPr>
          <w:b/>
        </w:rPr>
        <w:t xml:space="preserve">    26</w:t>
      </w:r>
      <w:r w:rsidR="00FF5A2B">
        <w:rPr>
          <w:b/>
        </w:rPr>
        <w:t>5</w:t>
      </w:r>
      <w:r w:rsidR="00FF5A2B" w:rsidRPr="007C23A4">
        <w:rPr>
          <w:b/>
        </w:rPr>
        <w:t xml:space="preserve"> minutes of the </w:t>
      </w:r>
      <w:r w:rsidR="00FF5A2B">
        <w:rPr>
          <w:b/>
        </w:rPr>
        <w:t>450</w:t>
      </w:r>
      <w:r w:rsidR="00FF5A2B" w:rsidRPr="007C23A4">
        <w:rPr>
          <w:b/>
        </w:rPr>
        <w:t xml:space="preserve"> minutes of </w:t>
      </w:r>
      <w:r w:rsidR="00FF5A2B">
        <w:rPr>
          <w:b/>
        </w:rPr>
        <w:t>English</w:t>
      </w:r>
      <w:r w:rsidR="00FF5A2B" w:rsidRPr="007C23A4">
        <w:rPr>
          <w:b/>
        </w:rPr>
        <w:t xml:space="preserve"> </w:t>
      </w:r>
      <w:r w:rsidR="001B2837">
        <w:rPr>
          <w:b/>
        </w:rPr>
        <w:t xml:space="preserve">II </w:t>
      </w:r>
      <w:r w:rsidR="00FF5A2B" w:rsidRPr="007C23A4">
        <w:rPr>
          <w:b/>
        </w:rPr>
        <w:t>instruction</w:t>
      </w:r>
    </w:p>
    <w:p w:rsidR="00610603" w:rsidRDefault="00610603" w:rsidP="00FF5A2B">
      <w:pPr>
        <w:ind w:left="720"/>
      </w:pPr>
    </w:p>
    <w:p w:rsidR="00610603" w:rsidRDefault="00610603" w:rsidP="00610603">
      <w:pPr>
        <w:pStyle w:val="ListParagraph"/>
        <w:numPr>
          <w:ilvl w:val="0"/>
          <w:numId w:val="21"/>
        </w:numPr>
      </w:pPr>
      <w:r>
        <w:t xml:space="preserve">Divide the number of minutes the </w:t>
      </w:r>
      <w:r w:rsidR="003C5898">
        <w:t>ESL teacher</w:t>
      </w:r>
      <w:r>
        <w:t xml:space="preserve"> </w:t>
      </w:r>
      <w:r w:rsidR="00A260FC">
        <w:t>is responsible for instruction by the total number of minutes of English II instruction possible</w:t>
      </w:r>
    </w:p>
    <w:p w:rsidR="00A260FC" w:rsidRDefault="00A260FC" w:rsidP="00A260FC">
      <w:pPr>
        <w:pStyle w:val="ListParagraph"/>
        <w:ind w:left="1080"/>
      </w:pPr>
    </w:p>
    <w:p w:rsidR="00884B8F" w:rsidRDefault="00610603" w:rsidP="00610603">
      <w:pPr>
        <w:rPr>
          <w:b/>
        </w:rPr>
      </w:pPr>
      <w:r>
        <w:t xml:space="preserve">  </w:t>
      </w:r>
      <w:r>
        <w:rPr>
          <w:b/>
        </w:rPr>
        <w:tab/>
      </w:r>
      <w:r w:rsidR="003C5898">
        <w:rPr>
          <w:b/>
        </w:rPr>
        <w:t>265</w:t>
      </w:r>
      <w:r>
        <w:rPr>
          <w:b/>
        </w:rPr>
        <w:t>/</w:t>
      </w:r>
      <w:r w:rsidR="003C5898">
        <w:rPr>
          <w:b/>
        </w:rPr>
        <w:t>450</w:t>
      </w:r>
      <w:r w:rsidRPr="007C23A4">
        <w:rPr>
          <w:b/>
        </w:rPr>
        <w:t xml:space="preserve"> = </w:t>
      </w:r>
      <w:r w:rsidR="003C5898">
        <w:rPr>
          <w:b/>
          <w:u w:val="single"/>
        </w:rPr>
        <w:t>59</w:t>
      </w:r>
      <w:r w:rsidRPr="00C25849">
        <w:rPr>
          <w:b/>
          <w:u w:val="single"/>
        </w:rPr>
        <w:t>%</w:t>
      </w:r>
      <w:r w:rsidRPr="007C23A4">
        <w:rPr>
          <w:b/>
        </w:rPr>
        <w:t xml:space="preserve"> </w:t>
      </w:r>
      <w:r w:rsidR="00951EE7">
        <w:rPr>
          <w:b/>
        </w:rPr>
        <w:t>for the ESL</w:t>
      </w:r>
      <w:r>
        <w:rPr>
          <w:b/>
        </w:rPr>
        <w:t xml:space="preserve"> teacher (</w:t>
      </w:r>
      <w:r w:rsidR="003C5898">
        <w:rPr>
          <w:b/>
        </w:rPr>
        <w:t>41</w:t>
      </w:r>
      <w:r>
        <w:rPr>
          <w:b/>
        </w:rPr>
        <w:t>% for the Classroom teacher)</w:t>
      </w:r>
    </w:p>
    <w:p w:rsidR="007E7FD7" w:rsidRPr="007E7FD7" w:rsidRDefault="007E7FD7" w:rsidP="007E7FD7">
      <w:pPr>
        <w:ind w:left="720"/>
      </w:pPr>
      <w:r w:rsidRPr="007E7FD7">
        <w:t xml:space="preserve">The </w:t>
      </w:r>
      <w:r>
        <w:t>ESL</w:t>
      </w:r>
      <w:r w:rsidRPr="007E7FD7">
        <w:t xml:space="preserve"> teacher would enter </w:t>
      </w:r>
      <w:r>
        <w:t>59</w:t>
      </w:r>
      <w:r w:rsidRPr="007E7FD7">
        <w:t xml:space="preserve">% in the “Your % Instruction” for the student(s) </w:t>
      </w:r>
      <w:r w:rsidR="00951EE7">
        <w:rPr>
          <w:u w:val="single"/>
        </w:rPr>
        <w:t>on his/her</w:t>
      </w:r>
      <w:r w:rsidRPr="00951EE7">
        <w:rPr>
          <w:u w:val="single"/>
        </w:rPr>
        <w:t xml:space="preserve"> ESL </w:t>
      </w:r>
      <w:r w:rsidR="00951EE7">
        <w:rPr>
          <w:u w:val="single"/>
        </w:rPr>
        <w:t>caseload/roster</w:t>
      </w:r>
      <w:r w:rsidRPr="007E7FD7">
        <w:t>.</w:t>
      </w:r>
    </w:p>
    <w:p w:rsidR="001764EB" w:rsidRDefault="001764EB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951EE7" w:rsidRDefault="00951EE7" w:rsidP="00610603">
      <w:pPr>
        <w:rPr>
          <w:b/>
        </w:rPr>
      </w:pPr>
    </w:p>
    <w:p w:rsidR="00C05D10" w:rsidRPr="001764EB" w:rsidRDefault="0002148B" w:rsidP="001764EB">
      <w:pPr>
        <w:pStyle w:val="ListParagraph"/>
        <w:numPr>
          <w:ilvl w:val="0"/>
          <w:numId w:val="23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Additional instruction </w:t>
      </w:r>
      <w:r w:rsidR="00C05D10" w:rsidRPr="001764EB">
        <w:rPr>
          <w:b/>
          <w:sz w:val="28"/>
          <w:szCs w:val="28"/>
          <w:u w:val="single"/>
        </w:rPr>
        <w:t xml:space="preserve">provided </w:t>
      </w:r>
      <w:r w:rsidR="00333086" w:rsidRPr="001764EB">
        <w:rPr>
          <w:b/>
          <w:sz w:val="28"/>
          <w:szCs w:val="28"/>
          <w:u w:val="single"/>
        </w:rPr>
        <w:t>outside of the regular classroom</w:t>
      </w:r>
      <w:r>
        <w:rPr>
          <w:b/>
          <w:sz w:val="28"/>
          <w:szCs w:val="28"/>
          <w:u w:val="single"/>
        </w:rPr>
        <w:t xml:space="preserve"> (pull out)</w:t>
      </w:r>
    </w:p>
    <w:p w:rsidR="002B1799" w:rsidRPr="00AB5204" w:rsidRDefault="002B1799" w:rsidP="00AB5204">
      <w:pPr>
        <w:ind w:left="720"/>
        <w:rPr>
          <w:b/>
          <w:sz w:val="28"/>
          <w:szCs w:val="28"/>
          <w:u w:val="single"/>
        </w:rPr>
      </w:pPr>
    </w:p>
    <w:p w:rsidR="00884B8F" w:rsidRPr="007C23A4" w:rsidRDefault="00C05D10" w:rsidP="00884B8F">
      <w:pPr>
        <w:rPr>
          <w:b/>
        </w:rPr>
      </w:pPr>
      <w:r w:rsidRPr="0001661D">
        <w:rPr>
          <w:i/>
          <w:color w:val="548DD4" w:themeColor="text2" w:themeTint="99"/>
          <w:sz w:val="28"/>
        </w:rPr>
        <w:t>Scenario 1</w:t>
      </w:r>
      <w:r w:rsidR="00E813D5">
        <w:rPr>
          <w:i/>
          <w:color w:val="548DD4" w:themeColor="text2" w:themeTint="99"/>
          <w:sz w:val="28"/>
        </w:rPr>
        <w:t xml:space="preserve">(Classroom </w:t>
      </w:r>
      <w:r w:rsidR="00D30DC2">
        <w:rPr>
          <w:i/>
          <w:color w:val="548DD4" w:themeColor="text2" w:themeTint="99"/>
          <w:sz w:val="28"/>
        </w:rPr>
        <w:t xml:space="preserve">teacher provides </w:t>
      </w:r>
      <w:r w:rsidR="00E813D5">
        <w:rPr>
          <w:i/>
          <w:color w:val="548DD4" w:themeColor="text2" w:themeTint="99"/>
          <w:sz w:val="28"/>
        </w:rPr>
        <w:t xml:space="preserve">math instruction with additional </w:t>
      </w:r>
      <w:r w:rsidR="00D30DC2">
        <w:rPr>
          <w:i/>
          <w:color w:val="548DD4" w:themeColor="text2" w:themeTint="99"/>
          <w:sz w:val="28"/>
        </w:rPr>
        <w:t xml:space="preserve">pull out math instruction from </w:t>
      </w:r>
      <w:r w:rsidR="00E813D5">
        <w:rPr>
          <w:i/>
          <w:color w:val="548DD4" w:themeColor="text2" w:themeTint="99"/>
          <w:sz w:val="28"/>
        </w:rPr>
        <w:t xml:space="preserve">AIG </w:t>
      </w:r>
      <w:r w:rsidR="00D30DC2">
        <w:rPr>
          <w:i/>
          <w:color w:val="548DD4" w:themeColor="text2" w:themeTint="99"/>
          <w:sz w:val="28"/>
        </w:rPr>
        <w:t>teacher</w:t>
      </w:r>
      <w:r w:rsidR="00E813D5">
        <w:rPr>
          <w:i/>
          <w:color w:val="548DD4" w:themeColor="text2" w:themeTint="99"/>
          <w:sz w:val="28"/>
        </w:rPr>
        <w:t>)</w:t>
      </w:r>
      <w:r w:rsidR="00884B8F" w:rsidRPr="0001661D">
        <w:rPr>
          <w:i/>
          <w:color w:val="548DD4" w:themeColor="text2" w:themeTint="99"/>
          <w:sz w:val="28"/>
        </w:rPr>
        <w:t>:</w:t>
      </w:r>
      <w:r w:rsidR="00884B8F" w:rsidRPr="0001661D">
        <w:rPr>
          <w:color w:val="548DD4" w:themeColor="text2" w:themeTint="99"/>
        </w:rPr>
        <w:t xml:space="preserve">  </w:t>
      </w:r>
      <w:r w:rsidR="00884B8F">
        <w:t xml:space="preserve">An elementary school teacher teaches a 50-minute math class.  In addition to the math class taught by the </w:t>
      </w:r>
      <w:r w:rsidR="004C39D5">
        <w:t>classroom teacher</w:t>
      </w:r>
      <w:r w:rsidR="00884B8F">
        <w:t>,</w:t>
      </w:r>
      <w:r w:rsidR="004C39D5">
        <w:t xml:space="preserve"> the student receives 40 minutes of </w:t>
      </w:r>
      <w:r w:rsidR="00405C40">
        <w:t xml:space="preserve">math </w:t>
      </w:r>
      <w:r w:rsidR="004C39D5">
        <w:t xml:space="preserve">instruction from the </w:t>
      </w:r>
      <w:r w:rsidR="002B1799">
        <w:t>AIG</w:t>
      </w:r>
      <w:r w:rsidR="004C39D5">
        <w:t xml:space="preserve"> teacher 3 days a week.</w:t>
      </w:r>
      <w:r w:rsidR="00884B8F">
        <w:t xml:space="preserve"> </w:t>
      </w:r>
    </w:p>
    <w:p w:rsidR="00884B8F" w:rsidRDefault="00884B8F" w:rsidP="00884B8F"/>
    <w:p w:rsidR="006B5815" w:rsidRDefault="006B5815" w:rsidP="006B5815">
      <w:r w:rsidRPr="00C33833">
        <w:rPr>
          <w:b/>
          <w:i/>
          <w:color w:val="C0504D" w:themeColor="accent2"/>
          <w:sz w:val="28"/>
          <w:szCs w:val="28"/>
          <w:u w:val="single"/>
        </w:rPr>
        <w:t>Calculation:</w:t>
      </w:r>
      <w:r w:rsidR="00697A94">
        <w:rPr>
          <w:b/>
          <w:i/>
          <w:color w:val="C0504D" w:themeColor="accent2"/>
          <w:sz w:val="28"/>
          <w:szCs w:val="28"/>
          <w:u w:val="single"/>
        </w:rPr>
        <w:t xml:space="preserve"> </w:t>
      </w:r>
    </w:p>
    <w:p w:rsidR="006B5815" w:rsidRDefault="006B5815" w:rsidP="006B5815">
      <w:r w:rsidRPr="00C33833">
        <w:rPr>
          <w:b/>
        </w:rPr>
        <w:t xml:space="preserve">Add up the total amount of minutes that </w:t>
      </w:r>
      <w:r>
        <w:rPr>
          <w:b/>
        </w:rPr>
        <w:t>math</w:t>
      </w:r>
      <w:r w:rsidRPr="00C33833">
        <w:rPr>
          <w:b/>
        </w:rPr>
        <w:t xml:space="preserve"> instruction is provided to the child.  </w:t>
      </w:r>
      <w:r>
        <w:t>(You will want to use a week since all days of the week are not the same).</w:t>
      </w:r>
    </w:p>
    <w:p w:rsidR="00C05D10" w:rsidRDefault="00C05D10" w:rsidP="00C05D10"/>
    <w:p w:rsidR="00884B8F" w:rsidRPr="00C05D10" w:rsidRDefault="006B5815" w:rsidP="006B5815">
      <w:pPr>
        <w:ind w:left="360"/>
      </w:pPr>
      <w:r>
        <w:rPr>
          <w:i/>
        </w:rPr>
        <w:t>The</w:t>
      </w:r>
      <w:r w:rsidR="004C39D5" w:rsidRPr="006B5815">
        <w:rPr>
          <w:i/>
        </w:rPr>
        <w:t xml:space="preserve"> math class is 50 minutes per day</w:t>
      </w:r>
      <w:r w:rsidR="00C05D10" w:rsidRPr="006B5815">
        <w:rPr>
          <w:i/>
        </w:rPr>
        <w:t>. T</w:t>
      </w:r>
      <w:r w:rsidR="004C39D5" w:rsidRPr="006B5815">
        <w:rPr>
          <w:i/>
        </w:rPr>
        <w:t xml:space="preserve">he </w:t>
      </w:r>
      <w:r>
        <w:rPr>
          <w:i/>
        </w:rPr>
        <w:t>AIG</w:t>
      </w:r>
      <w:r w:rsidR="004C39D5" w:rsidRPr="006B5815">
        <w:rPr>
          <w:i/>
        </w:rPr>
        <w:t xml:space="preserve"> teacher provides an </w:t>
      </w:r>
      <w:r w:rsidR="004C39D5" w:rsidRPr="006B5815">
        <w:rPr>
          <w:i/>
          <w:u w:val="single"/>
        </w:rPr>
        <w:t>additional</w:t>
      </w:r>
      <w:r w:rsidR="004C39D5" w:rsidRPr="006B5815">
        <w:rPr>
          <w:i/>
        </w:rPr>
        <w:t xml:space="preserve"> 40 minutes 3 days per week (50 minutes x 5 = 250; 40 x 3 = 120) for a total of </w:t>
      </w:r>
      <w:r w:rsidR="004C39D5" w:rsidRPr="00422785">
        <w:rPr>
          <w:b/>
          <w:i/>
        </w:rPr>
        <w:t>370</w:t>
      </w:r>
      <w:r w:rsidR="004C39D5" w:rsidRPr="006B5815">
        <w:rPr>
          <w:i/>
        </w:rPr>
        <w:t xml:space="preserve"> minutes per</w:t>
      </w:r>
      <w:r w:rsidR="00C05D10" w:rsidRPr="006B5815">
        <w:rPr>
          <w:i/>
        </w:rPr>
        <w:t xml:space="preserve"> week of math instruction.</w:t>
      </w:r>
    </w:p>
    <w:p w:rsidR="00884B8F" w:rsidRPr="00C05D10" w:rsidRDefault="00884B8F" w:rsidP="00884B8F">
      <w:pPr>
        <w:rPr>
          <w:i/>
        </w:rPr>
      </w:pPr>
    </w:p>
    <w:p w:rsidR="006B5815" w:rsidRPr="00951718" w:rsidRDefault="006B5815" w:rsidP="006B5815">
      <w:r w:rsidRPr="00951718">
        <w:rPr>
          <w:b/>
        </w:rPr>
        <w:t>Determine how much time</w:t>
      </w:r>
      <w:r>
        <w:rPr>
          <w:b/>
        </w:rPr>
        <w:t xml:space="preserve"> each </w:t>
      </w:r>
      <w:r w:rsidRPr="00951718">
        <w:rPr>
          <w:b/>
        </w:rPr>
        <w:t xml:space="preserve">teacher </w:t>
      </w:r>
      <w:r>
        <w:rPr>
          <w:b/>
        </w:rPr>
        <w:t>teaches the student</w:t>
      </w:r>
      <w:r w:rsidRPr="00951718">
        <w:rPr>
          <w:b/>
        </w:rPr>
        <w:t xml:space="preserve">.  </w:t>
      </w:r>
    </w:p>
    <w:p w:rsidR="00F629FE" w:rsidRDefault="006B5815" w:rsidP="00F629FE">
      <w:pPr>
        <w:ind w:left="720"/>
        <w:rPr>
          <w:i/>
        </w:rPr>
      </w:pPr>
      <w:r>
        <w:rPr>
          <w:i/>
        </w:rPr>
        <w:t>The</w:t>
      </w:r>
      <w:r w:rsidR="00884B8F" w:rsidRPr="00C05D10">
        <w:rPr>
          <w:i/>
        </w:rPr>
        <w:t xml:space="preserve"> </w:t>
      </w:r>
      <w:r w:rsidR="00884B8F" w:rsidRPr="00422785">
        <w:rPr>
          <w:i/>
          <w:u w:val="single"/>
        </w:rPr>
        <w:t>classroom teacher</w:t>
      </w:r>
      <w:r w:rsidR="00884B8F" w:rsidRPr="00C05D10">
        <w:rPr>
          <w:i/>
        </w:rPr>
        <w:t xml:space="preserve"> </w:t>
      </w:r>
      <w:r w:rsidR="00C05D10">
        <w:rPr>
          <w:i/>
        </w:rPr>
        <w:t>has full responsibility for the instruction during the math class</w:t>
      </w:r>
      <w:r w:rsidR="00F629FE">
        <w:rPr>
          <w:i/>
        </w:rPr>
        <w:t xml:space="preserve"> </w:t>
      </w:r>
      <w:r>
        <w:rPr>
          <w:i/>
        </w:rPr>
        <w:t xml:space="preserve">5 days a week for 50 minutes or </w:t>
      </w:r>
      <w:r w:rsidRPr="00422785">
        <w:rPr>
          <w:b/>
          <w:i/>
        </w:rPr>
        <w:t>250</w:t>
      </w:r>
      <w:r>
        <w:rPr>
          <w:i/>
        </w:rPr>
        <w:t xml:space="preserve"> minutes</w:t>
      </w:r>
      <w:r w:rsidR="00F629FE">
        <w:rPr>
          <w:i/>
        </w:rPr>
        <w:t xml:space="preserve"> a week.</w:t>
      </w:r>
    </w:p>
    <w:p w:rsidR="00F629FE" w:rsidRPr="00C05D10" w:rsidRDefault="00F629FE" w:rsidP="00F629FE">
      <w:pPr>
        <w:ind w:left="720"/>
        <w:rPr>
          <w:i/>
        </w:rPr>
      </w:pPr>
      <w:r>
        <w:rPr>
          <w:i/>
        </w:rPr>
        <w:t xml:space="preserve">The </w:t>
      </w:r>
      <w:r w:rsidRPr="00422785">
        <w:rPr>
          <w:i/>
          <w:u w:val="single"/>
        </w:rPr>
        <w:t>AIG teacher</w:t>
      </w:r>
      <w:r>
        <w:rPr>
          <w:i/>
        </w:rPr>
        <w:t xml:space="preserve"> teaches the student for 40 minutes, 3 days per week for </w:t>
      </w:r>
      <w:r w:rsidRPr="00422785">
        <w:rPr>
          <w:b/>
          <w:i/>
        </w:rPr>
        <w:t>120</w:t>
      </w:r>
      <w:r>
        <w:rPr>
          <w:i/>
        </w:rPr>
        <w:t xml:space="preserve"> minutes per week.</w:t>
      </w:r>
    </w:p>
    <w:p w:rsidR="00884B8F" w:rsidRDefault="00884B8F" w:rsidP="00884B8F">
      <w:pPr>
        <w:ind w:left="360"/>
      </w:pPr>
    </w:p>
    <w:p w:rsidR="00F629FE" w:rsidRPr="00C05D10" w:rsidRDefault="00F629FE" w:rsidP="00F629FE">
      <w:pPr>
        <w:rPr>
          <w:b/>
        </w:rPr>
      </w:pPr>
      <w:r w:rsidRPr="00C05D10">
        <w:rPr>
          <w:b/>
        </w:rPr>
        <w:t xml:space="preserve">Calculate: </w:t>
      </w:r>
    </w:p>
    <w:p w:rsidR="00884B8F" w:rsidRDefault="00F629FE" w:rsidP="00F629FE">
      <w:pPr>
        <w:pStyle w:val="ListParagraph"/>
        <w:numPr>
          <w:ilvl w:val="0"/>
          <w:numId w:val="2"/>
        </w:numPr>
      </w:pPr>
      <w:r w:rsidRPr="00697A94">
        <w:rPr>
          <w:b/>
          <w:color w:val="C0504D" w:themeColor="accent2"/>
          <w:u w:val="single"/>
        </w:rPr>
        <w:t>Classroom teacher</w:t>
      </w:r>
      <w:r w:rsidRPr="00697A94">
        <w:rPr>
          <w:color w:val="C0504D" w:themeColor="accent2"/>
        </w:rPr>
        <w:t xml:space="preserve"> </w:t>
      </w:r>
    </w:p>
    <w:p w:rsidR="00884B8F" w:rsidRPr="007C23A4" w:rsidRDefault="00884B8F" w:rsidP="00884B8F">
      <w:pPr>
        <w:ind w:left="720"/>
        <w:rPr>
          <w:b/>
        </w:rPr>
      </w:pPr>
      <w:r>
        <w:t xml:space="preserve">     </w:t>
      </w:r>
      <w:r w:rsidR="004C39D5">
        <w:rPr>
          <w:b/>
        </w:rPr>
        <w:t>250</w:t>
      </w:r>
      <w:r w:rsidRPr="007C23A4">
        <w:rPr>
          <w:b/>
        </w:rPr>
        <w:t xml:space="preserve"> minutes </w:t>
      </w:r>
      <w:r>
        <w:rPr>
          <w:b/>
        </w:rPr>
        <w:t xml:space="preserve">for the </w:t>
      </w:r>
      <w:r w:rsidR="004C39D5">
        <w:rPr>
          <w:b/>
        </w:rPr>
        <w:t>math</w:t>
      </w:r>
      <w:r>
        <w:rPr>
          <w:b/>
        </w:rPr>
        <w:t xml:space="preserve"> instruction </w:t>
      </w:r>
      <w:r w:rsidR="00F629FE">
        <w:rPr>
          <w:b/>
        </w:rPr>
        <w:t>during class period</w:t>
      </w:r>
      <w:r>
        <w:rPr>
          <w:b/>
        </w:rPr>
        <w:t xml:space="preserve"> </w:t>
      </w:r>
    </w:p>
    <w:p w:rsidR="00884B8F" w:rsidRPr="007C23A4" w:rsidRDefault="004C39D5" w:rsidP="00884B8F">
      <w:pPr>
        <w:ind w:left="720"/>
        <w:rPr>
          <w:b/>
        </w:rPr>
      </w:pPr>
      <w:r>
        <w:rPr>
          <w:b/>
          <w:u w:val="single"/>
        </w:rPr>
        <w:t>+        0</w:t>
      </w:r>
      <w:r>
        <w:rPr>
          <w:b/>
        </w:rPr>
        <w:t xml:space="preserve"> minutes of instruction </w:t>
      </w:r>
      <w:r w:rsidR="00F629FE">
        <w:rPr>
          <w:b/>
        </w:rPr>
        <w:t>in addition to the class period</w:t>
      </w:r>
    </w:p>
    <w:p w:rsidR="00884B8F" w:rsidRPr="007C23A4" w:rsidRDefault="00884B8F" w:rsidP="00884B8F">
      <w:pPr>
        <w:ind w:left="720"/>
        <w:rPr>
          <w:b/>
        </w:rPr>
      </w:pPr>
      <w:r>
        <w:rPr>
          <w:b/>
        </w:rPr>
        <w:t xml:space="preserve">     </w:t>
      </w:r>
      <w:r w:rsidR="004C39D5">
        <w:rPr>
          <w:b/>
        </w:rPr>
        <w:t>250</w:t>
      </w:r>
      <w:r w:rsidRPr="007C23A4">
        <w:rPr>
          <w:b/>
        </w:rPr>
        <w:t xml:space="preserve"> minutes of the </w:t>
      </w:r>
      <w:r w:rsidR="004C39D5">
        <w:rPr>
          <w:b/>
        </w:rPr>
        <w:t>370</w:t>
      </w:r>
      <w:r w:rsidRPr="007C23A4">
        <w:rPr>
          <w:b/>
        </w:rPr>
        <w:t xml:space="preserve"> minutes of </w:t>
      </w:r>
      <w:r w:rsidR="004C39D5">
        <w:rPr>
          <w:b/>
        </w:rPr>
        <w:t>Math</w:t>
      </w:r>
      <w:r w:rsidRPr="007C23A4">
        <w:rPr>
          <w:b/>
        </w:rPr>
        <w:t xml:space="preserve"> instruction</w:t>
      </w:r>
    </w:p>
    <w:p w:rsidR="00884B8F" w:rsidRDefault="00884B8F" w:rsidP="00884B8F">
      <w:pPr>
        <w:ind w:left="720"/>
      </w:pPr>
    </w:p>
    <w:p w:rsidR="00884B8F" w:rsidRDefault="00884B8F" w:rsidP="00951EE7">
      <w:pPr>
        <w:ind w:left="720"/>
      </w:pPr>
      <w:r>
        <w:t xml:space="preserve">Divide the number of minutes the classroom teacher </w:t>
      </w:r>
      <w:r w:rsidR="00A260FC">
        <w:t>is responsible for instruction by the total number of minutes of math instruction possible</w:t>
      </w:r>
      <w:r w:rsidR="00422785">
        <w:br/>
      </w:r>
    </w:p>
    <w:p w:rsidR="00422785" w:rsidRDefault="00884B8F" w:rsidP="00884B8F">
      <w:pPr>
        <w:rPr>
          <w:b/>
        </w:rPr>
      </w:pPr>
      <w:r>
        <w:t xml:space="preserve">  </w:t>
      </w:r>
      <w:r>
        <w:rPr>
          <w:b/>
        </w:rPr>
        <w:tab/>
      </w:r>
      <w:r w:rsidR="004C39D5">
        <w:rPr>
          <w:b/>
        </w:rPr>
        <w:t>250/370</w:t>
      </w:r>
      <w:r w:rsidRPr="007C23A4">
        <w:rPr>
          <w:b/>
        </w:rPr>
        <w:t xml:space="preserve"> = </w:t>
      </w:r>
      <w:r w:rsidR="004C39D5">
        <w:rPr>
          <w:b/>
          <w:u w:val="single"/>
        </w:rPr>
        <w:t>68%</w:t>
      </w:r>
      <w:r w:rsidR="00405C40">
        <w:rPr>
          <w:b/>
          <w:u w:val="single"/>
        </w:rPr>
        <w:t xml:space="preserve"> </w:t>
      </w:r>
      <w:r w:rsidR="004C39D5">
        <w:rPr>
          <w:b/>
        </w:rPr>
        <w:t xml:space="preserve">for the classroom teacher (32% </w:t>
      </w:r>
      <w:r>
        <w:rPr>
          <w:b/>
        </w:rPr>
        <w:t xml:space="preserve">for the </w:t>
      </w:r>
      <w:r w:rsidR="00F629FE">
        <w:rPr>
          <w:b/>
        </w:rPr>
        <w:t>AIG</w:t>
      </w:r>
      <w:r>
        <w:rPr>
          <w:b/>
        </w:rPr>
        <w:t xml:space="preserve"> teacher)</w:t>
      </w:r>
    </w:p>
    <w:p w:rsidR="001764EB" w:rsidRDefault="00951EE7" w:rsidP="00951EE7">
      <w:pPr>
        <w:ind w:left="720"/>
        <w:rPr>
          <w:b/>
        </w:rPr>
      </w:pPr>
      <w:r w:rsidRPr="007E7FD7">
        <w:t xml:space="preserve">The classroom teacher would enter </w:t>
      </w:r>
      <w:r>
        <w:t>68</w:t>
      </w:r>
      <w:r w:rsidRPr="007E7FD7">
        <w:t xml:space="preserve">% in the “Your % Instruction” </w:t>
      </w:r>
      <w:r w:rsidRPr="00951EE7">
        <w:rPr>
          <w:u w:val="single"/>
        </w:rPr>
        <w:t>for the student(s) receiving AIG services</w:t>
      </w:r>
      <w:r w:rsidRPr="007E7FD7">
        <w:t>.</w:t>
      </w:r>
    </w:p>
    <w:p w:rsidR="001764EB" w:rsidRPr="001764EB" w:rsidRDefault="001764EB" w:rsidP="00884B8F">
      <w:pPr>
        <w:rPr>
          <w:b/>
        </w:rPr>
      </w:pPr>
    </w:p>
    <w:p w:rsidR="00405C40" w:rsidRDefault="00F629FE" w:rsidP="00697A94">
      <w:pPr>
        <w:pStyle w:val="ListParagraph"/>
        <w:numPr>
          <w:ilvl w:val="0"/>
          <w:numId w:val="2"/>
        </w:numPr>
      </w:pPr>
      <w:r w:rsidRPr="00F629FE">
        <w:rPr>
          <w:b/>
          <w:color w:val="C0504D" w:themeColor="accent2"/>
          <w:u w:val="single"/>
        </w:rPr>
        <w:t>AIG teacher</w:t>
      </w:r>
    </w:p>
    <w:p w:rsidR="00405C40" w:rsidRPr="007C23A4" w:rsidRDefault="00405C40" w:rsidP="00405C40">
      <w:pPr>
        <w:ind w:left="720"/>
        <w:rPr>
          <w:b/>
        </w:rPr>
      </w:pPr>
      <w:r>
        <w:t xml:space="preserve">     </w:t>
      </w:r>
      <w:r>
        <w:rPr>
          <w:b/>
        </w:rPr>
        <w:t>120</w:t>
      </w:r>
      <w:r w:rsidRPr="007C23A4">
        <w:rPr>
          <w:b/>
        </w:rPr>
        <w:t xml:space="preserve"> minutes </w:t>
      </w:r>
      <w:r w:rsidR="00F629FE">
        <w:rPr>
          <w:b/>
        </w:rPr>
        <w:t>of</w:t>
      </w:r>
      <w:r>
        <w:rPr>
          <w:b/>
        </w:rPr>
        <w:t xml:space="preserve"> the math instruction </w:t>
      </w:r>
      <w:r w:rsidR="00F629FE">
        <w:rPr>
          <w:b/>
        </w:rPr>
        <w:t>during pull out session</w:t>
      </w:r>
      <w:r>
        <w:rPr>
          <w:b/>
        </w:rPr>
        <w:t xml:space="preserve"> </w:t>
      </w:r>
    </w:p>
    <w:p w:rsidR="00405C40" w:rsidRPr="007C23A4" w:rsidRDefault="00405C40" w:rsidP="00405C40">
      <w:pPr>
        <w:ind w:left="720"/>
        <w:rPr>
          <w:b/>
        </w:rPr>
      </w:pPr>
      <w:r>
        <w:rPr>
          <w:b/>
          <w:u w:val="single"/>
        </w:rPr>
        <w:t>+        0</w:t>
      </w:r>
      <w:r>
        <w:rPr>
          <w:b/>
        </w:rPr>
        <w:t xml:space="preserve"> m</w:t>
      </w:r>
      <w:r w:rsidR="00F629FE">
        <w:rPr>
          <w:b/>
        </w:rPr>
        <w:t>inutes of math instruction provided in another setting</w:t>
      </w:r>
    </w:p>
    <w:p w:rsidR="00405C40" w:rsidRPr="007C23A4" w:rsidRDefault="00405C40" w:rsidP="00405C40">
      <w:pPr>
        <w:ind w:left="720"/>
        <w:rPr>
          <w:b/>
        </w:rPr>
      </w:pPr>
      <w:r>
        <w:rPr>
          <w:b/>
        </w:rPr>
        <w:t xml:space="preserve">     120</w:t>
      </w:r>
      <w:r w:rsidRPr="007C23A4">
        <w:rPr>
          <w:b/>
        </w:rPr>
        <w:t xml:space="preserve"> minutes of the </w:t>
      </w:r>
      <w:r>
        <w:rPr>
          <w:b/>
        </w:rPr>
        <w:t>370</w:t>
      </w:r>
      <w:r w:rsidRPr="007C23A4">
        <w:rPr>
          <w:b/>
        </w:rPr>
        <w:t xml:space="preserve"> minutes of </w:t>
      </w:r>
      <w:r>
        <w:rPr>
          <w:b/>
        </w:rPr>
        <w:t>Math</w:t>
      </w:r>
      <w:r w:rsidRPr="007C23A4">
        <w:rPr>
          <w:b/>
        </w:rPr>
        <w:t xml:space="preserve"> instruction</w:t>
      </w:r>
    </w:p>
    <w:p w:rsidR="00405C40" w:rsidRDefault="00405C40" w:rsidP="00405C40">
      <w:pPr>
        <w:ind w:left="720"/>
      </w:pPr>
    </w:p>
    <w:p w:rsidR="00405C40" w:rsidRDefault="00405C40" w:rsidP="001764EB">
      <w:pPr>
        <w:pStyle w:val="ListParagraph"/>
        <w:numPr>
          <w:ilvl w:val="0"/>
          <w:numId w:val="21"/>
        </w:numPr>
      </w:pPr>
      <w:r>
        <w:t>Divide the number of minutes the</w:t>
      </w:r>
      <w:r w:rsidR="00A260FC">
        <w:t xml:space="preserve"> AIG teacher is responsible for instruction by the total number of minut</w:t>
      </w:r>
      <w:r w:rsidR="001764EB">
        <w:t>es of math instruction possible</w:t>
      </w:r>
    </w:p>
    <w:p w:rsidR="00405C40" w:rsidRDefault="00405C40" w:rsidP="00405C40">
      <w:pPr>
        <w:rPr>
          <w:b/>
        </w:rPr>
      </w:pPr>
      <w:r>
        <w:t xml:space="preserve">  </w:t>
      </w:r>
      <w:r>
        <w:rPr>
          <w:b/>
        </w:rPr>
        <w:tab/>
      </w:r>
      <w:r w:rsidR="00F629FE">
        <w:rPr>
          <w:b/>
        </w:rPr>
        <w:t>120</w:t>
      </w:r>
      <w:r>
        <w:rPr>
          <w:b/>
        </w:rPr>
        <w:t>/370</w:t>
      </w:r>
      <w:r w:rsidRPr="007C23A4">
        <w:rPr>
          <w:b/>
        </w:rPr>
        <w:t xml:space="preserve"> = </w:t>
      </w:r>
      <w:r>
        <w:rPr>
          <w:b/>
          <w:u w:val="single"/>
        </w:rPr>
        <w:t xml:space="preserve">32% </w:t>
      </w:r>
      <w:r>
        <w:rPr>
          <w:b/>
        </w:rPr>
        <w:t xml:space="preserve">for the </w:t>
      </w:r>
      <w:r w:rsidR="00F629FE">
        <w:rPr>
          <w:b/>
        </w:rPr>
        <w:t>AIG</w:t>
      </w:r>
      <w:r>
        <w:rPr>
          <w:b/>
        </w:rPr>
        <w:t xml:space="preserve"> teacher (68% for the Math teacher)</w:t>
      </w:r>
    </w:p>
    <w:p w:rsidR="00333086" w:rsidRDefault="00951EE7" w:rsidP="00951EE7">
      <w:pPr>
        <w:ind w:left="720"/>
        <w:rPr>
          <w:b/>
        </w:rPr>
      </w:pPr>
      <w:r w:rsidRPr="007E7FD7">
        <w:t xml:space="preserve">The </w:t>
      </w:r>
      <w:r>
        <w:t>AIG</w:t>
      </w:r>
      <w:r w:rsidRPr="007E7FD7">
        <w:t xml:space="preserve"> teacher would enter </w:t>
      </w:r>
      <w:r>
        <w:t>32</w:t>
      </w:r>
      <w:r w:rsidRPr="007E7FD7">
        <w:t xml:space="preserve">% in the “Your % Instruction” for the student(s) </w:t>
      </w:r>
      <w:r>
        <w:t xml:space="preserve">on </w:t>
      </w:r>
      <w:r w:rsidRPr="00951EE7">
        <w:rPr>
          <w:u w:val="single"/>
        </w:rPr>
        <w:t>his/her AIG caseload/roster</w:t>
      </w:r>
      <w:r w:rsidRPr="007E7FD7">
        <w:t>.</w:t>
      </w:r>
    </w:p>
    <w:p w:rsidR="00951EE7" w:rsidRPr="007C23A4" w:rsidRDefault="00951EE7" w:rsidP="00405C40">
      <w:pPr>
        <w:rPr>
          <w:b/>
        </w:rPr>
      </w:pPr>
    </w:p>
    <w:p w:rsidR="006E6828" w:rsidRDefault="00333086" w:rsidP="00333086">
      <w:r>
        <w:rPr>
          <w:i/>
          <w:color w:val="548DD4" w:themeColor="text2" w:themeTint="99"/>
          <w:sz w:val="28"/>
        </w:rPr>
        <w:t>Scenario 2</w:t>
      </w:r>
      <w:r w:rsidR="00E813D5">
        <w:rPr>
          <w:i/>
          <w:color w:val="548DD4" w:themeColor="text2" w:themeTint="99"/>
          <w:sz w:val="28"/>
        </w:rPr>
        <w:t xml:space="preserve"> (Classroom </w:t>
      </w:r>
      <w:r w:rsidR="00D30DC2">
        <w:rPr>
          <w:i/>
          <w:color w:val="548DD4" w:themeColor="text2" w:themeTint="99"/>
          <w:sz w:val="28"/>
        </w:rPr>
        <w:t xml:space="preserve">teacher provides </w:t>
      </w:r>
      <w:r w:rsidR="00E813D5">
        <w:rPr>
          <w:i/>
          <w:color w:val="548DD4" w:themeColor="text2" w:themeTint="99"/>
          <w:sz w:val="28"/>
        </w:rPr>
        <w:t xml:space="preserve">reading instruction with additional </w:t>
      </w:r>
      <w:r w:rsidR="00D30DC2">
        <w:rPr>
          <w:i/>
          <w:color w:val="548DD4" w:themeColor="text2" w:themeTint="99"/>
          <w:sz w:val="28"/>
        </w:rPr>
        <w:t>pull out reading instruction from reading specialist</w:t>
      </w:r>
      <w:r w:rsidR="00E813D5">
        <w:rPr>
          <w:i/>
          <w:color w:val="548DD4" w:themeColor="text2" w:themeTint="99"/>
          <w:sz w:val="28"/>
        </w:rPr>
        <w:t xml:space="preserve">) </w:t>
      </w:r>
      <w:r w:rsidRPr="0001661D">
        <w:rPr>
          <w:i/>
          <w:color w:val="548DD4" w:themeColor="text2" w:themeTint="99"/>
          <w:sz w:val="28"/>
        </w:rPr>
        <w:t>:</w:t>
      </w:r>
      <w:r w:rsidRPr="0001661D">
        <w:rPr>
          <w:color w:val="548DD4" w:themeColor="text2" w:themeTint="99"/>
        </w:rPr>
        <w:t xml:space="preserve">  </w:t>
      </w:r>
      <w:r w:rsidRPr="00333086">
        <w:t xml:space="preserve">In addition to the 90 minute literacy block in a third grade classroom, a reading </w:t>
      </w:r>
      <w:r>
        <w:t xml:space="preserve">specialist pulls a student for 35 minutes of additional reading instruction daily.  </w:t>
      </w:r>
    </w:p>
    <w:p w:rsidR="00333086" w:rsidRDefault="00333086" w:rsidP="00333086">
      <w:pPr>
        <w:rPr>
          <w:b/>
          <w:i/>
          <w:color w:val="C0504D" w:themeColor="accent2"/>
          <w:sz w:val="28"/>
          <w:szCs w:val="28"/>
          <w:u w:val="single"/>
        </w:rPr>
      </w:pPr>
    </w:p>
    <w:p w:rsidR="00333086" w:rsidRDefault="00333086" w:rsidP="00333086">
      <w:r w:rsidRPr="00C33833">
        <w:rPr>
          <w:b/>
          <w:i/>
          <w:color w:val="C0504D" w:themeColor="accent2"/>
          <w:sz w:val="28"/>
          <w:szCs w:val="28"/>
          <w:u w:val="single"/>
        </w:rPr>
        <w:t>Calculation:</w:t>
      </w:r>
      <w:r>
        <w:rPr>
          <w:b/>
          <w:i/>
          <w:color w:val="C0504D" w:themeColor="accent2"/>
          <w:sz w:val="28"/>
          <w:szCs w:val="28"/>
          <w:u w:val="single"/>
        </w:rPr>
        <w:t xml:space="preserve"> </w:t>
      </w:r>
    </w:p>
    <w:p w:rsidR="00333086" w:rsidRDefault="00333086" w:rsidP="00333086">
      <w:r w:rsidRPr="00C33833">
        <w:rPr>
          <w:b/>
        </w:rPr>
        <w:t xml:space="preserve">Add up the total amount of minutes that </w:t>
      </w:r>
      <w:r w:rsidR="00B2631E">
        <w:rPr>
          <w:b/>
        </w:rPr>
        <w:t>reading</w:t>
      </w:r>
      <w:r w:rsidRPr="00C33833">
        <w:rPr>
          <w:b/>
        </w:rPr>
        <w:t xml:space="preserve"> instruction is provided to the child.  </w:t>
      </w:r>
      <w:r>
        <w:t>(You may use a daily computation since all days of the week are the same).</w:t>
      </w:r>
    </w:p>
    <w:p w:rsidR="00333086" w:rsidRPr="00C05D10" w:rsidRDefault="00333086" w:rsidP="009B1816">
      <w:pPr>
        <w:ind w:left="720"/>
      </w:pPr>
      <w:r>
        <w:rPr>
          <w:i/>
        </w:rPr>
        <w:t>The</w:t>
      </w:r>
      <w:r w:rsidRPr="006B5815">
        <w:rPr>
          <w:i/>
        </w:rPr>
        <w:t xml:space="preserve"> </w:t>
      </w:r>
      <w:r>
        <w:rPr>
          <w:i/>
        </w:rPr>
        <w:t>reading class is 9</w:t>
      </w:r>
      <w:r w:rsidRPr="006B5815">
        <w:rPr>
          <w:i/>
        </w:rPr>
        <w:t xml:space="preserve">0 minutes per day. The </w:t>
      </w:r>
      <w:r>
        <w:rPr>
          <w:i/>
        </w:rPr>
        <w:t>reading</w:t>
      </w:r>
      <w:r w:rsidRPr="006B5815">
        <w:rPr>
          <w:i/>
        </w:rPr>
        <w:t xml:space="preserve"> teacher provides an </w:t>
      </w:r>
      <w:r w:rsidRPr="006B5815">
        <w:rPr>
          <w:i/>
          <w:u w:val="single"/>
        </w:rPr>
        <w:t>additional</w:t>
      </w:r>
      <w:r w:rsidRPr="006B5815">
        <w:rPr>
          <w:i/>
        </w:rPr>
        <w:t xml:space="preserve"> </w:t>
      </w:r>
      <w:r>
        <w:rPr>
          <w:i/>
        </w:rPr>
        <w:t xml:space="preserve">35 </w:t>
      </w:r>
      <w:r w:rsidRPr="006B5815">
        <w:rPr>
          <w:i/>
        </w:rPr>
        <w:t xml:space="preserve">minutes </w:t>
      </w:r>
      <w:r>
        <w:rPr>
          <w:i/>
        </w:rPr>
        <w:t>per day</w:t>
      </w:r>
      <w:r w:rsidRPr="006B5815">
        <w:rPr>
          <w:i/>
        </w:rPr>
        <w:t xml:space="preserve"> (</w:t>
      </w:r>
      <w:r>
        <w:rPr>
          <w:i/>
        </w:rPr>
        <w:t>90 minutes + 35</w:t>
      </w:r>
      <w:r w:rsidRPr="006B5815">
        <w:rPr>
          <w:i/>
        </w:rPr>
        <w:t xml:space="preserve"> minutes) for a total of </w:t>
      </w:r>
      <w:r w:rsidRPr="00422785">
        <w:rPr>
          <w:b/>
          <w:i/>
        </w:rPr>
        <w:t>125</w:t>
      </w:r>
      <w:r w:rsidRPr="006B5815">
        <w:rPr>
          <w:i/>
        </w:rPr>
        <w:t xml:space="preserve"> minutes per </w:t>
      </w:r>
      <w:r>
        <w:rPr>
          <w:i/>
        </w:rPr>
        <w:t>day</w:t>
      </w:r>
      <w:r w:rsidRPr="006B5815">
        <w:rPr>
          <w:i/>
        </w:rPr>
        <w:t xml:space="preserve"> of </w:t>
      </w:r>
      <w:r>
        <w:rPr>
          <w:i/>
        </w:rPr>
        <w:t>reading</w:t>
      </w:r>
      <w:r w:rsidRPr="006B5815">
        <w:rPr>
          <w:i/>
        </w:rPr>
        <w:t xml:space="preserve"> instruction.</w:t>
      </w:r>
    </w:p>
    <w:p w:rsidR="00333086" w:rsidRPr="00C05D10" w:rsidRDefault="00333086" w:rsidP="00333086">
      <w:pPr>
        <w:rPr>
          <w:i/>
        </w:rPr>
      </w:pPr>
    </w:p>
    <w:p w:rsidR="00333086" w:rsidRPr="00951718" w:rsidRDefault="00333086" w:rsidP="00333086">
      <w:r w:rsidRPr="00951718">
        <w:rPr>
          <w:b/>
        </w:rPr>
        <w:t>Determine how much time</w:t>
      </w:r>
      <w:r>
        <w:rPr>
          <w:b/>
        </w:rPr>
        <w:t xml:space="preserve"> each </w:t>
      </w:r>
      <w:r w:rsidRPr="00951718">
        <w:rPr>
          <w:b/>
        </w:rPr>
        <w:t xml:space="preserve">teacher </w:t>
      </w:r>
      <w:r>
        <w:rPr>
          <w:b/>
        </w:rPr>
        <w:t>teaches the student</w:t>
      </w:r>
      <w:r w:rsidRPr="00951718">
        <w:rPr>
          <w:b/>
        </w:rPr>
        <w:t xml:space="preserve">.  </w:t>
      </w:r>
    </w:p>
    <w:p w:rsidR="00333086" w:rsidRDefault="00333086" w:rsidP="00333086">
      <w:pPr>
        <w:ind w:left="720"/>
        <w:rPr>
          <w:i/>
        </w:rPr>
      </w:pPr>
      <w:r>
        <w:rPr>
          <w:i/>
        </w:rPr>
        <w:t>The</w:t>
      </w:r>
      <w:r w:rsidRPr="00C05D10">
        <w:rPr>
          <w:i/>
        </w:rPr>
        <w:t xml:space="preserve"> </w:t>
      </w:r>
      <w:r w:rsidRPr="00422785">
        <w:rPr>
          <w:i/>
          <w:u w:val="single"/>
        </w:rPr>
        <w:t>classroom teacher</w:t>
      </w:r>
      <w:r w:rsidRPr="00C05D10">
        <w:rPr>
          <w:i/>
        </w:rPr>
        <w:t xml:space="preserve"> </w:t>
      </w:r>
      <w:r>
        <w:rPr>
          <w:i/>
        </w:rPr>
        <w:t xml:space="preserve">has full responsibility for the instruction during the </w:t>
      </w:r>
      <w:r w:rsidRPr="00422785">
        <w:rPr>
          <w:b/>
          <w:i/>
        </w:rPr>
        <w:t>90</w:t>
      </w:r>
      <w:r>
        <w:rPr>
          <w:i/>
        </w:rPr>
        <w:t xml:space="preserve"> minute reading class.</w:t>
      </w:r>
    </w:p>
    <w:p w:rsidR="00333086" w:rsidRPr="00C05D10" w:rsidRDefault="00333086" w:rsidP="00333086">
      <w:pPr>
        <w:ind w:left="720"/>
        <w:rPr>
          <w:i/>
        </w:rPr>
      </w:pPr>
      <w:r>
        <w:rPr>
          <w:i/>
        </w:rPr>
        <w:t xml:space="preserve">The </w:t>
      </w:r>
      <w:r w:rsidRPr="00422785">
        <w:rPr>
          <w:i/>
          <w:u w:val="single"/>
        </w:rPr>
        <w:t>reading teacher</w:t>
      </w:r>
      <w:r>
        <w:rPr>
          <w:i/>
        </w:rPr>
        <w:t xml:space="preserve"> teaches the student for </w:t>
      </w:r>
      <w:r w:rsidRPr="00422785">
        <w:rPr>
          <w:b/>
          <w:i/>
        </w:rPr>
        <w:t>35</w:t>
      </w:r>
      <w:r>
        <w:rPr>
          <w:i/>
        </w:rPr>
        <w:t xml:space="preserve"> minutes daily.</w:t>
      </w:r>
    </w:p>
    <w:p w:rsidR="00333086" w:rsidRDefault="00333086" w:rsidP="00333086">
      <w:pPr>
        <w:ind w:left="360"/>
      </w:pPr>
    </w:p>
    <w:p w:rsidR="00333086" w:rsidRPr="00C05D10" w:rsidRDefault="00333086" w:rsidP="00333086">
      <w:pPr>
        <w:rPr>
          <w:b/>
        </w:rPr>
      </w:pPr>
      <w:r w:rsidRPr="00C05D10">
        <w:rPr>
          <w:b/>
        </w:rPr>
        <w:t xml:space="preserve">Calculate: </w:t>
      </w:r>
    </w:p>
    <w:p w:rsidR="00333086" w:rsidRDefault="00333086" w:rsidP="00333086">
      <w:pPr>
        <w:pStyle w:val="ListParagraph"/>
        <w:numPr>
          <w:ilvl w:val="0"/>
          <w:numId w:val="2"/>
        </w:numPr>
      </w:pPr>
      <w:r w:rsidRPr="00697A94">
        <w:rPr>
          <w:b/>
          <w:color w:val="C0504D" w:themeColor="accent2"/>
          <w:u w:val="single"/>
        </w:rPr>
        <w:t>Classroom teacher</w:t>
      </w:r>
      <w:r w:rsidRPr="00697A94">
        <w:rPr>
          <w:color w:val="C0504D" w:themeColor="accent2"/>
        </w:rPr>
        <w:t xml:space="preserve"> </w:t>
      </w:r>
    </w:p>
    <w:p w:rsidR="00333086" w:rsidRPr="007C23A4" w:rsidRDefault="00333086" w:rsidP="00333086">
      <w:pPr>
        <w:ind w:left="720"/>
        <w:rPr>
          <w:b/>
        </w:rPr>
      </w:pPr>
      <w:r>
        <w:t xml:space="preserve">    </w:t>
      </w:r>
      <w:r w:rsidRPr="00333086">
        <w:rPr>
          <w:b/>
        </w:rPr>
        <w:t>90</w:t>
      </w:r>
      <w:r w:rsidRPr="007C23A4">
        <w:rPr>
          <w:b/>
        </w:rPr>
        <w:t xml:space="preserve"> minutes </w:t>
      </w:r>
      <w:r>
        <w:rPr>
          <w:b/>
        </w:rPr>
        <w:t>for the reading instruction period</w:t>
      </w:r>
    </w:p>
    <w:p w:rsidR="00333086" w:rsidRPr="007C23A4" w:rsidRDefault="00333086" w:rsidP="00333086">
      <w:pPr>
        <w:ind w:left="720"/>
        <w:rPr>
          <w:b/>
        </w:rPr>
      </w:pPr>
      <w:r>
        <w:rPr>
          <w:b/>
          <w:u w:val="single"/>
        </w:rPr>
        <w:t>+    0</w:t>
      </w:r>
      <w:r>
        <w:rPr>
          <w:b/>
        </w:rPr>
        <w:t xml:space="preserve"> minutes of instruction in addition to the class period</w:t>
      </w:r>
    </w:p>
    <w:p w:rsidR="00333086" w:rsidRPr="007C23A4" w:rsidRDefault="00333086" w:rsidP="00333086">
      <w:pPr>
        <w:ind w:left="720"/>
        <w:rPr>
          <w:b/>
        </w:rPr>
      </w:pPr>
      <w:r>
        <w:rPr>
          <w:b/>
        </w:rPr>
        <w:t xml:space="preserve">    90</w:t>
      </w:r>
      <w:r w:rsidRPr="007C23A4">
        <w:rPr>
          <w:b/>
        </w:rPr>
        <w:t xml:space="preserve"> minutes of the </w:t>
      </w:r>
      <w:r>
        <w:rPr>
          <w:b/>
        </w:rPr>
        <w:t>125</w:t>
      </w:r>
      <w:r w:rsidRPr="007C23A4">
        <w:rPr>
          <w:b/>
        </w:rPr>
        <w:t xml:space="preserve"> minutes of </w:t>
      </w:r>
      <w:r>
        <w:rPr>
          <w:b/>
        </w:rPr>
        <w:t>reading</w:t>
      </w:r>
      <w:r w:rsidRPr="007C23A4">
        <w:rPr>
          <w:b/>
        </w:rPr>
        <w:t xml:space="preserve"> instruction</w:t>
      </w:r>
    </w:p>
    <w:p w:rsidR="00F464E6" w:rsidRDefault="00F464E6" w:rsidP="001764EB"/>
    <w:p w:rsidR="00333086" w:rsidRDefault="00333086" w:rsidP="00333086">
      <w:pPr>
        <w:pStyle w:val="ListParagraph"/>
        <w:numPr>
          <w:ilvl w:val="0"/>
          <w:numId w:val="21"/>
        </w:numPr>
      </w:pPr>
      <w:r>
        <w:t xml:space="preserve">Divide the number of minutes the classroom teacher </w:t>
      </w:r>
      <w:r w:rsidR="003758B3">
        <w:t>is responsible for instruction by the total number of minutes of reading instruction possible</w:t>
      </w:r>
      <w:r w:rsidR="003758B3">
        <w:br/>
      </w:r>
    </w:p>
    <w:p w:rsidR="00333086" w:rsidRPr="007C23A4" w:rsidRDefault="00333086" w:rsidP="00333086">
      <w:pPr>
        <w:rPr>
          <w:b/>
        </w:rPr>
      </w:pPr>
      <w:r>
        <w:t xml:space="preserve">  </w:t>
      </w:r>
      <w:r>
        <w:rPr>
          <w:b/>
        </w:rPr>
        <w:tab/>
        <w:t>90/125</w:t>
      </w:r>
      <w:r w:rsidRPr="007C23A4">
        <w:rPr>
          <w:b/>
        </w:rPr>
        <w:t xml:space="preserve"> = </w:t>
      </w:r>
      <w:r>
        <w:rPr>
          <w:b/>
          <w:u w:val="single"/>
        </w:rPr>
        <w:t xml:space="preserve">72% </w:t>
      </w:r>
      <w:r>
        <w:rPr>
          <w:b/>
        </w:rPr>
        <w:t>for the classroom teacher (28% for the reading teacher)</w:t>
      </w:r>
    </w:p>
    <w:p w:rsidR="00085E6F" w:rsidRDefault="00951EE7" w:rsidP="00951EE7">
      <w:pPr>
        <w:ind w:left="720"/>
      </w:pPr>
      <w:r w:rsidRPr="007E7FD7">
        <w:t xml:space="preserve">The classroom teacher would enter </w:t>
      </w:r>
      <w:r>
        <w:t>72</w:t>
      </w:r>
      <w:r w:rsidRPr="007E7FD7">
        <w:t xml:space="preserve">% in the “Your % Instruction” </w:t>
      </w:r>
      <w:r w:rsidRPr="00951EE7">
        <w:rPr>
          <w:u w:val="single"/>
        </w:rPr>
        <w:t>for the student(s) receiving reading services</w:t>
      </w:r>
      <w:r w:rsidRPr="007E7FD7">
        <w:t>.</w:t>
      </w:r>
    </w:p>
    <w:p w:rsidR="00951EE7" w:rsidRDefault="00951EE7" w:rsidP="00951EE7">
      <w:pPr>
        <w:ind w:left="720"/>
      </w:pPr>
    </w:p>
    <w:p w:rsidR="00333086" w:rsidRDefault="00333086" w:rsidP="00333086">
      <w:pPr>
        <w:pStyle w:val="ListParagraph"/>
        <w:numPr>
          <w:ilvl w:val="0"/>
          <w:numId w:val="2"/>
        </w:numPr>
      </w:pPr>
      <w:r>
        <w:rPr>
          <w:b/>
          <w:color w:val="C0504D" w:themeColor="accent2"/>
          <w:u w:val="single"/>
        </w:rPr>
        <w:t>Reading</w:t>
      </w:r>
      <w:r w:rsidRPr="00F629FE">
        <w:rPr>
          <w:b/>
          <w:color w:val="C0504D" w:themeColor="accent2"/>
          <w:u w:val="single"/>
        </w:rPr>
        <w:t xml:space="preserve"> teacher</w:t>
      </w:r>
    </w:p>
    <w:p w:rsidR="00333086" w:rsidRPr="007C23A4" w:rsidRDefault="00333086" w:rsidP="00333086">
      <w:pPr>
        <w:ind w:left="720"/>
        <w:rPr>
          <w:b/>
        </w:rPr>
      </w:pPr>
      <w:r>
        <w:t xml:space="preserve">        </w:t>
      </w:r>
      <w:r>
        <w:rPr>
          <w:b/>
        </w:rPr>
        <w:t>35</w:t>
      </w:r>
      <w:r w:rsidRPr="007C23A4">
        <w:rPr>
          <w:b/>
        </w:rPr>
        <w:t xml:space="preserve"> minutes </w:t>
      </w:r>
      <w:r>
        <w:rPr>
          <w:b/>
        </w:rPr>
        <w:t xml:space="preserve">of the reading instruction during pull out session </w:t>
      </w:r>
    </w:p>
    <w:p w:rsidR="00333086" w:rsidRPr="007C23A4" w:rsidRDefault="00333086" w:rsidP="00333086">
      <w:pPr>
        <w:ind w:left="720"/>
        <w:rPr>
          <w:b/>
        </w:rPr>
      </w:pPr>
      <w:r>
        <w:rPr>
          <w:b/>
          <w:u w:val="single"/>
        </w:rPr>
        <w:t>+        0</w:t>
      </w:r>
      <w:r>
        <w:rPr>
          <w:b/>
        </w:rPr>
        <w:t xml:space="preserve"> minutes of reading instruction provided in another setting</w:t>
      </w:r>
    </w:p>
    <w:p w:rsidR="00333086" w:rsidRPr="007C23A4" w:rsidRDefault="00333086" w:rsidP="00333086">
      <w:pPr>
        <w:ind w:left="720"/>
        <w:rPr>
          <w:b/>
        </w:rPr>
      </w:pPr>
      <w:r>
        <w:rPr>
          <w:b/>
        </w:rPr>
        <w:t xml:space="preserve">        35</w:t>
      </w:r>
      <w:r w:rsidRPr="007C23A4">
        <w:rPr>
          <w:b/>
        </w:rPr>
        <w:t xml:space="preserve"> minutes of the </w:t>
      </w:r>
      <w:r>
        <w:rPr>
          <w:b/>
        </w:rPr>
        <w:t>125</w:t>
      </w:r>
      <w:r w:rsidRPr="007C23A4">
        <w:rPr>
          <w:b/>
        </w:rPr>
        <w:t xml:space="preserve"> minutes of </w:t>
      </w:r>
      <w:r>
        <w:rPr>
          <w:b/>
        </w:rPr>
        <w:t>Reading</w:t>
      </w:r>
      <w:r w:rsidRPr="007C23A4">
        <w:rPr>
          <w:b/>
        </w:rPr>
        <w:t xml:space="preserve"> instruction</w:t>
      </w:r>
    </w:p>
    <w:p w:rsidR="00333086" w:rsidRDefault="00333086" w:rsidP="00333086">
      <w:pPr>
        <w:ind w:left="720"/>
      </w:pPr>
    </w:p>
    <w:p w:rsidR="00951EE7" w:rsidRPr="00951EE7" w:rsidRDefault="00333086" w:rsidP="00333086">
      <w:pPr>
        <w:pStyle w:val="ListParagraph"/>
        <w:numPr>
          <w:ilvl w:val="0"/>
          <w:numId w:val="21"/>
        </w:numPr>
      </w:pPr>
      <w:r>
        <w:t xml:space="preserve">Divide the number of minutes the </w:t>
      </w:r>
      <w:r w:rsidR="003758B3">
        <w:t>reading</w:t>
      </w:r>
      <w:r>
        <w:t xml:space="preserve"> teacher </w:t>
      </w:r>
      <w:r w:rsidR="003758B3">
        <w:t>is responsible for instruction by the total number of minutes of reading instru</w:t>
      </w:r>
      <w:r w:rsidR="00951EE7">
        <w:t>ction possible</w:t>
      </w:r>
      <w:r w:rsidR="00422785">
        <w:br/>
      </w:r>
    </w:p>
    <w:p w:rsidR="006456B1" w:rsidRPr="00951EE7" w:rsidRDefault="00333086" w:rsidP="00951EE7">
      <w:pPr>
        <w:pStyle w:val="ListParagraph"/>
        <w:ind w:left="1080"/>
      </w:pPr>
      <w:r w:rsidRPr="001764EB">
        <w:rPr>
          <w:b/>
        </w:rPr>
        <w:t xml:space="preserve">35/125 = </w:t>
      </w:r>
      <w:r w:rsidRPr="001764EB">
        <w:rPr>
          <w:b/>
          <w:u w:val="single"/>
        </w:rPr>
        <w:t xml:space="preserve">28% </w:t>
      </w:r>
      <w:r w:rsidRPr="001764EB">
        <w:rPr>
          <w:b/>
        </w:rPr>
        <w:t>for the reading teacher (72% for the classroom teacher)</w:t>
      </w:r>
    </w:p>
    <w:p w:rsidR="00951EE7" w:rsidRPr="001764EB" w:rsidRDefault="00951EE7" w:rsidP="00951EE7">
      <w:pPr>
        <w:pStyle w:val="ListParagraph"/>
        <w:ind w:left="1080"/>
      </w:pPr>
      <w:r w:rsidRPr="007E7FD7">
        <w:t xml:space="preserve">The </w:t>
      </w:r>
      <w:r>
        <w:t xml:space="preserve">reading </w:t>
      </w:r>
      <w:r w:rsidRPr="007E7FD7">
        <w:t xml:space="preserve">teacher would enter </w:t>
      </w:r>
      <w:r>
        <w:t>28</w:t>
      </w:r>
      <w:r w:rsidRPr="007E7FD7">
        <w:t xml:space="preserve">% in the “Your % Instruction” for the student(s) </w:t>
      </w:r>
      <w:r>
        <w:t xml:space="preserve">on </w:t>
      </w:r>
      <w:r w:rsidRPr="00572238">
        <w:rPr>
          <w:u w:val="single"/>
        </w:rPr>
        <w:t>his/her reading caseload/roster</w:t>
      </w:r>
      <w:r w:rsidRPr="007E7FD7">
        <w:t>.</w:t>
      </w:r>
    </w:p>
    <w:sectPr w:rsidR="00951EE7" w:rsidRPr="001764EB" w:rsidSect="00FF5A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220" w:rsidRDefault="005A0220" w:rsidP="00196F85">
      <w:r>
        <w:separator/>
      </w:r>
    </w:p>
  </w:endnote>
  <w:endnote w:type="continuationSeparator" w:id="0">
    <w:p w:rsidR="005A0220" w:rsidRDefault="005A0220" w:rsidP="001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55E" w:rsidRDefault="00824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4743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6F85" w:rsidRDefault="008979EA">
        <w:pPr>
          <w:pStyle w:val="Footer"/>
          <w:jc w:val="right"/>
        </w:pPr>
        <w:r>
          <w:fldChar w:fldCharType="begin"/>
        </w:r>
        <w:r w:rsidR="00196F85">
          <w:instrText xml:space="preserve"> PAGE   \* MERGEFORMAT </w:instrText>
        </w:r>
        <w:r>
          <w:fldChar w:fldCharType="separate"/>
        </w:r>
        <w:r w:rsidR="009208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6F85" w:rsidRDefault="00196F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55E" w:rsidRDefault="00824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220" w:rsidRDefault="005A0220" w:rsidP="00196F85">
      <w:r>
        <w:separator/>
      </w:r>
    </w:p>
  </w:footnote>
  <w:footnote w:type="continuationSeparator" w:id="0">
    <w:p w:rsidR="005A0220" w:rsidRDefault="005A0220" w:rsidP="001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55E" w:rsidRDefault="00824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55E" w:rsidRDefault="008245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55E" w:rsidRDefault="008245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778"/>
    <w:multiLevelType w:val="hybridMultilevel"/>
    <w:tmpl w:val="D7EC26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0A2DA6"/>
    <w:multiLevelType w:val="hybridMultilevel"/>
    <w:tmpl w:val="FE3498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DB75BB"/>
    <w:multiLevelType w:val="hybridMultilevel"/>
    <w:tmpl w:val="8AECE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4F0F"/>
    <w:multiLevelType w:val="hybridMultilevel"/>
    <w:tmpl w:val="8DFC6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5101"/>
    <w:multiLevelType w:val="hybridMultilevel"/>
    <w:tmpl w:val="6A22F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40F09"/>
    <w:multiLevelType w:val="hybridMultilevel"/>
    <w:tmpl w:val="A0AC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25239"/>
    <w:multiLevelType w:val="hybridMultilevel"/>
    <w:tmpl w:val="A32C5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276A2"/>
    <w:multiLevelType w:val="hybridMultilevel"/>
    <w:tmpl w:val="0706C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617FE"/>
    <w:multiLevelType w:val="hybridMultilevel"/>
    <w:tmpl w:val="365852E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480D95"/>
    <w:multiLevelType w:val="hybridMultilevel"/>
    <w:tmpl w:val="B34608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B508DD"/>
    <w:multiLevelType w:val="hybridMultilevel"/>
    <w:tmpl w:val="8DFC6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A0738"/>
    <w:multiLevelType w:val="hybridMultilevel"/>
    <w:tmpl w:val="9C08514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281D1E"/>
    <w:multiLevelType w:val="hybridMultilevel"/>
    <w:tmpl w:val="78AE08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A4C82E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12641"/>
    <w:multiLevelType w:val="hybridMultilevel"/>
    <w:tmpl w:val="DDF22D7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E94CA7"/>
    <w:multiLevelType w:val="hybridMultilevel"/>
    <w:tmpl w:val="946217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F63BA"/>
    <w:multiLevelType w:val="hybridMultilevel"/>
    <w:tmpl w:val="41EC6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5E12D2"/>
    <w:multiLevelType w:val="hybridMultilevel"/>
    <w:tmpl w:val="315AC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01F7B"/>
    <w:multiLevelType w:val="hybridMultilevel"/>
    <w:tmpl w:val="FEF6B540"/>
    <w:lvl w:ilvl="0" w:tplc="74928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7047C2"/>
    <w:multiLevelType w:val="hybridMultilevel"/>
    <w:tmpl w:val="DF566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80EB7"/>
    <w:multiLevelType w:val="hybridMultilevel"/>
    <w:tmpl w:val="C652A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3B2394"/>
    <w:multiLevelType w:val="hybridMultilevel"/>
    <w:tmpl w:val="3C0E5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447EE"/>
    <w:multiLevelType w:val="hybridMultilevel"/>
    <w:tmpl w:val="21621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52632"/>
    <w:multiLevelType w:val="hybridMultilevel"/>
    <w:tmpl w:val="309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70320F"/>
    <w:multiLevelType w:val="hybridMultilevel"/>
    <w:tmpl w:val="902C8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9"/>
  </w:num>
  <w:num w:numId="4">
    <w:abstractNumId w:val="17"/>
  </w:num>
  <w:num w:numId="5">
    <w:abstractNumId w:val="7"/>
  </w:num>
  <w:num w:numId="6">
    <w:abstractNumId w:val="19"/>
  </w:num>
  <w:num w:numId="7">
    <w:abstractNumId w:val="6"/>
  </w:num>
  <w:num w:numId="8">
    <w:abstractNumId w:val="5"/>
  </w:num>
  <w:num w:numId="9">
    <w:abstractNumId w:val="20"/>
  </w:num>
  <w:num w:numId="10">
    <w:abstractNumId w:val="10"/>
  </w:num>
  <w:num w:numId="11">
    <w:abstractNumId w:val="23"/>
  </w:num>
  <w:num w:numId="12">
    <w:abstractNumId w:val="3"/>
  </w:num>
  <w:num w:numId="13">
    <w:abstractNumId w:val="2"/>
  </w:num>
  <w:num w:numId="14">
    <w:abstractNumId w:val="16"/>
  </w:num>
  <w:num w:numId="15">
    <w:abstractNumId w:val="1"/>
  </w:num>
  <w:num w:numId="16">
    <w:abstractNumId w:val="4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22"/>
  </w:num>
  <w:num w:numId="22">
    <w:abstractNumId w:val="14"/>
  </w:num>
  <w:num w:numId="23">
    <w:abstractNumId w:val="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28"/>
    <w:rsid w:val="0001661D"/>
    <w:rsid w:val="0002148B"/>
    <w:rsid w:val="00026417"/>
    <w:rsid w:val="00072372"/>
    <w:rsid w:val="00077FCA"/>
    <w:rsid w:val="00083D1F"/>
    <w:rsid w:val="00085E6F"/>
    <w:rsid w:val="000D5AA2"/>
    <w:rsid w:val="000D655D"/>
    <w:rsid w:val="000E7801"/>
    <w:rsid w:val="001265AE"/>
    <w:rsid w:val="00167425"/>
    <w:rsid w:val="0017262F"/>
    <w:rsid w:val="001764EB"/>
    <w:rsid w:val="00181966"/>
    <w:rsid w:val="00196F85"/>
    <w:rsid w:val="001A7E09"/>
    <w:rsid w:val="001B2837"/>
    <w:rsid w:val="00243095"/>
    <w:rsid w:val="00251CC7"/>
    <w:rsid w:val="002B1799"/>
    <w:rsid w:val="00311A1D"/>
    <w:rsid w:val="00314248"/>
    <w:rsid w:val="00333086"/>
    <w:rsid w:val="003339D1"/>
    <w:rsid w:val="003758B3"/>
    <w:rsid w:val="00380495"/>
    <w:rsid w:val="00383DAB"/>
    <w:rsid w:val="003C5898"/>
    <w:rsid w:val="003E6689"/>
    <w:rsid w:val="003F1C48"/>
    <w:rsid w:val="00405C40"/>
    <w:rsid w:val="00417BCB"/>
    <w:rsid w:val="00422785"/>
    <w:rsid w:val="00463C87"/>
    <w:rsid w:val="004755DE"/>
    <w:rsid w:val="004B5E92"/>
    <w:rsid w:val="004C0D2A"/>
    <w:rsid w:val="004C0F27"/>
    <w:rsid w:val="004C39D5"/>
    <w:rsid w:val="004D1FA7"/>
    <w:rsid w:val="00520248"/>
    <w:rsid w:val="005362C2"/>
    <w:rsid w:val="00540748"/>
    <w:rsid w:val="00561379"/>
    <w:rsid w:val="00572238"/>
    <w:rsid w:val="00585622"/>
    <w:rsid w:val="00594CCD"/>
    <w:rsid w:val="005951A7"/>
    <w:rsid w:val="005A0220"/>
    <w:rsid w:val="00601950"/>
    <w:rsid w:val="00610603"/>
    <w:rsid w:val="006456B1"/>
    <w:rsid w:val="00694CA6"/>
    <w:rsid w:val="00696390"/>
    <w:rsid w:val="00697A94"/>
    <w:rsid w:val="006B5815"/>
    <w:rsid w:val="006E6828"/>
    <w:rsid w:val="0070377E"/>
    <w:rsid w:val="007049B7"/>
    <w:rsid w:val="00710A9B"/>
    <w:rsid w:val="00712ECB"/>
    <w:rsid w:val="00730D5F"/>
    <w:rsid w:val="007542F8"/>
    <w:rsid w:val="007658B3"/>
    <w:rsid w:val="007C23A4"/>
    <w:rsid w:val="007E7FD7"/>
    <w:rsid w:val="00811B95"/>
    <w:rsid w:val="0082455E"/>
    <w:rsid w:val="00850667"/>
    <w:rsid w:val="00884B8F"/>
    <w:rsid w:val="008979EA"/>
    <w:rsid w:val="008C2797"/>
    <w:rsid w:val="009208B3"/>
    <w:rsid w:val="009274A6"/>
    <w:rsid w:val="00951718"/>
    <w:rsid w:val="00951EE7"/>
    <w:rsid w:val="009525C5"/>
    <w:rsid w:val="00965EE7"/>
    <w:rsid w:val="009856E8"/>
    <w:rsid w:val="009B1816"/>
    <w:rsid w:val="009C7DD7"/>
    <w:rsid w:val="009E4CC3"/>
    <w:rsid w:val="00A03F6C"/>
    <w:rsid w:val="00A15CAF"/>
    <w:rsid w:val="00A176DB"/>
    <w:rsid w:val="00A260FC"/>
    <w:rsid w:val="00AB5204"/>
    <w:rsid w:val="00B0296C"/>
    <w:rsid w:val="00B2631E"/>
    <w:rsid w:val="00C05D10"/>
    <w:rsid w:val="00C25849"/>
    <w:rsid w:val="00C33833"/>
    <w:rsid w:val="00CA377D"/>
    <w:rsid w:val="00CF174E"/>
    <w:rsid w:val="00D21219"/>
    <w:rsid w:val="00D30DC2"/>
    <w:rsid w:val="00D62EF5"/>
    <w:rsid w:val="00D66ED5"/>
    <w:rsid w:val="00D94FFB"/>
    <w:rsid w:val="00DA555E"/>
    <w:rsid w:val="00DE4D94"/>
    <w:rsid w:val="00E10EA9"/>
    <w:rsid w:val="00E165B6"/>
    <w:rsid w:val="00E348A5"/>
    <w:rsid w:val="00E813D5"/>
    <w:rsid w:val="00EB4E76"/>
    <w:rsid w:val="00EE23E9"/>
    <w:rsid w:val="00EE4060"/>
    <w:rsid w:val="00F430E6"/>
    <w:rsid w:val="00F464E6"/>
    <w:rsid w:val="00F629FE"/>
    <w:rsid w:val="00F8413B"/>
    <w:rsid w:val="00FE459F"/>
    <w:rsid w:val="00FF15E0"/>
    <w:rsid w:val="00FF5A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0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7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4C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CA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6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F85"/>
  </w:style>
  <w:style w:type="paragraph" w:styleId="Footer">
    <w:name w:val="footer"/>
    <w:basedOn w:val="Normal"/>
    <w:link w:val="FooterChar"/>
    <w:uiPriority w:val="99"/>
    <w:unhideWhenUsed/>
    <w:rsid w:val="00196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0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7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4C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CA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6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F85"/>
  </w:style>
  <w:style w:type="paragraph" w:styleId="Footer">
    <w:name w:val="footer"/>
    <w:basedOn w:val="Normal"/>
    <w:link w:val="FooterChar"/>
    <w:uiPriority w:val="99"/>
    <w:unhideWhenUsed/>
    <w:rsid w:val="00196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ickOK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32CDE4E-99DC-4606-9B93-10C351FCADC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6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McCoy</dc:creator>
  <cp:lastModifiedBy>ClickOK</cp:lastModifiedBy>
  <cp:revision>2</cp:revision>
  <cp:lastPrinted>2013-04-18T17:52:00Z</cp:lastPrinted>
  <dcterms:created xsi:type="dcterms:W3CDTF">2013-04-22T01:50:00Z</dcterms:created>
  <dcterms:modified xsi:type="dcterms:W3CDTF">2013-04-22T01:50:00Z</dcterms:modified>
</cp:coreProperties>
</file>